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458" w:rsidRPr="00674E7D" w:rsidRDefault="00CA5458" w:rsidP="00674E7D">
      <w:pPr>
        <w:pStyle w:val="Heading2"/>
        <w:spacing w:before="0" w:after="0"/>
        <w:jc w:val="right"/>
        <w:rPr>
          <w:rFonts w:ascii="Times New Roman" w:hAnsi="Times New Roman" w:cs="Times New Roman"/>
          <w:i w:val="0"/>
          <w:iCs w:val="0"/>
          <w:sz w:val="24"/>
          <w:szCs w:val="24"/>
        </w:rPr>
      </w:pPr>
      <w:r w:rsidRPr="00674E7D">
        <w:rPr>
          <w:rFonts w:ascii="Times New Roman" w:hAnsi="Times New Roman" w:cs="Times New Roman"/>
          <w:i w:val="0"/>
          <w:iCs w:val="0"/>
          <w:sz w:val="24"/>
          <w:szCs w:val="24"/>
        </w:rPr>
        <w:t>Chapter 01</w:t>
      </w:r>
    </w:p>
    <w:p w:rsidR="00CA5458" w:rsidRPr="00674E7D" w:rsidRDefault="00CA5458" w:rsidP="00674E7D">
      <w:pPr>
        <w:pStyle w:val="Heading2"/>
        <w:spacing w:before="0" w:after="0"/>
        <w:jc w:val="right"/>
        <w:rPr>
          <w:rFonts w:ascii="Times New Roman" w:hAnsi="Times New Roman" w:cs="Times New Roman"/>
          <w:i w:val="0"/>
          <w:iCs w:val="0"/>
          <w:sz w:val="24"/>
          <w:szCs w:val="24"/>
        </w:rPr>
      </w:pPr>
      <w:r w:rsidRPr="00674E7D">
        <w:rPr>
          <w:rFonts w:ascii="Times New Roman" w:hAnsi="Times New Roman" w:cs="Times New Roman"/>
          <w:i w:val="0"/>
          <w:iCs w:val="0"/>
          <w:sz w:val="24"/>
          <w:szCs w:val="24"/>
        </w:rPr>
        <w:t>Introduc</w:t>
      </w:r>
      <w:r w:rsidRPr="00674E7D">
        <w:rPr>
          <w:rFonts w:ascii="Times New Roman" w:hAnsi="Times New Roman" w:cs="Times New Roman"/>
          <w:i w:val="0"/>
          <w:iCs w:val="0"/>
          <w:sz w:val="24"/>
          <w:szCs w:val="24"/>
          <w:lang w:eastAsia="ko-KR"/>
        </w:rPr>
        <w:t>ing</w:t>
      </w:r>
      <w:r w:rsidRPr="00674E7D">
        <w:rPr>
          <w:rFonts w:ascii="Times New Roman" w:hAnsi="Times New Roman" w:cs="Times New Roman"/>
          <w:i w:val="0"/>
          <w:iCs w:val="0"/>
          <w:sz w:val="24"/>
          <w:szCs w:val="24"/>
        </w:rPr>
        <w:t xml:space="preserve"> Employee Benefits</w:t>
      </w:r>
    </w:p>
    <w:p w:rsidR="00CA5458" w:rsidRPr="00674E7D" w:rsidRDefault="00CA5458" w:rsidP="00674E7D">
      <w:pPr>
        <w:widowControl w:val="0"/>
        <w:autoSpaceDE w:val="0"/>
        <w:autoSpaceDN w:val="0"/>
        <w:rPr>
          <w:color w:val="000000"/>
        </w:rPr>
      </w:pPr>
      <w:r w:rsidRPr="00674E7D">
        <w:rPr>
          <w:color w:val="000000"/>
        </w:rPr>
        <w:t xml:space="preserve">  </w:t>
      </w:r>
      <w:r>
        <w:rPr>
          <w:color w:val="000000"/>
        </w:rPr>
        <w:t xml:space="preserve">   </w:t>
      </w:r>
    </w:p>
    <w:p w:rsidR="00CA5458" w:rsidRPr="00674E7D" w:rsidRDefault="00CA5458" w:rsidP="00674E7D">
      <w:pPr>
        <w:widowControl w:val="0"/>
        <w:autoSpaceDE w:val="0"/>
        <w:autoSpaceDN w:val="0"/>
        <w:rPr>
          <w:color w:val="000000"/>
        </w:rPr>
      </w:pPr>
      <w:r w:rsidRPr="00674E7D">
        <w:rPr>
          <w:color w:val="000000"/>
        </w:rPr>
        <w:br/>
      </w:r>
      <w:r w:rsidRPr="00674E7D">
        <w:rPr>
          <w:b/>
          <w:bCs/>
          <w:color w:val="000000"/>
        </w:rPr>
        <w:t>True / False Questions</w:t>
      </w:r>
      <w:r w:rsidRPr="00674E7D">
        <w:rPr>
          <w:color w:val="000000"/>
        </w:rPr>
        <w:br/>
        <w:t> </w:t>
      </w:r>
    </w:p>
    <w:p w:rsidR="00CA5458" w:rsidRPr="00674E7D" w:rsidRDefault="00CA5458" w:rsidP="00674E7D">
      <w:pPr>
        <w:keepNext/>
        <w:keepLines/>
        <w:widowControl w:val="0"/>
        <w:autoSpaceDE w:val="0"/>
        <w:autoSpaceDN w:val="0"/>
        <w:spacing w:before="319" w:after="319"/>
        <w:rPr>
          <w:b/>
          <w:bCs/>
          <w:color w:val="000000"/>
          <w:u w:val="single"/>
        </w:rPr>
      </w:pPr>
      <w:r w:rsidRPr="00674E7D">
        <w:rPr>
          <w:color w:val="000000"/>
        </w:rPr>
        <w:t>1. Cafeteria plans enable employees to choose from among a set of benefits and different levels of these benefits. </w:t>
      </w:r>
      <w:r>
        <w:rPr>
          <w:color w:val="000000"/>
          <w:lang w:eastAsia="ko-KR"/>
        </w:rPr>
        <w:t>(Basic Design Considerations for Discretionary Benefits)</w:t>
      </w:r>
      <w:r w:rsidRPr="00674E7D">
        <w:rPr>
          <w:color w:val="000000"/>
        </w:rPr>
        <w:br/>
      </w:r>
      <w:r w:rsidRPr="00674E7D">
        <w:rPr>
          <w:b/>
          <w:bCs/>
          <w:color w:val="000000"/>
          <w:u w:val="single"/>
        </w:rPr>
        <w:t>TRUE</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sidRPr="00674E7D">
        <w:rPr>
          <w:color w:val="000000"/>
        </w:rPr>
        <w:t>2. </w:t>
      </w:r>
      <w:r>
        <w:rPr>
          <w:color w:val="000000"/>
        </w:rPr>
        <w:t>Cost-of-living adjustments (</w:t>
      </w:r>
      <w:r w:rsidRPr="00674E7D">
        <w:rPr>
          <w:color w:val="000000"/>
        </w:rPr>
        <w:t>COLAs</w:t>
      </w:r>
      <w:r>
        <w:rPr>
          <w:color w:val="000000"/>
        </w:rPr>
        <w:t>)</w:t>
      </w:r>
      <w:r w:rsidRPr="00674E7D">
        <w:rPr>
          <w:color w:val="000000"/>
        </w:rPr>
        <w:t xml:space="preserve"> are based on changes in prices as indexed by the consumer price index. </w:t>
      </w:r>
      <w:r>
        <w:rPr>
          <w:color w:val="000000"/>
          <w:lang w:eastAsia="ko-KR"/>
        </w:rPr>
        <w:t>(Adjustments to Core Compensation)</w:t>
      </w:r>
      <w:r w:rsidRPr="00674E7D">
        <w:rPr>
          <w:color w:val="000000"/>
        </w:rPr>
        <w:br/>
      </w:r>
      <w:r w:rsidRPr="00674E7D">
        <w:rPr>
          <w:b/>
          <w:bCs/>
          <w:color w:val="000000"/>
          <w:u w:val="single"/>
        </w:rPr>
        <w:t>TRUE</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sidRPr="00674E7D">
        <w:rPr>
          <w:color w:val="000000"/>
        </w:rPr>
        <w:t>3. The Fair Labor Standards Act first legitimized bargaining for employee benefits. </w:t>
      </w:r>
      <w:r>
        <w:rPr>
          <w:color w:val="000000"/>
          <w:lang w:eastAsia="ko-KR"/>
        </w:rPr>
        <w:t>(Origins of Employee Benefits)</w:t>
      </w:r>
      <w:r w:rsidRPr="00674E7D">
        <w:rPr>
          <w:color w:val="000000"/>
        </w:rPr>
        <w:br/>
      </w:r>
      <w:r w:rsidRPr="00674E7D">
        <w:rPr>
          <w:b/>
          <w:bCs/>
          <w:color w:val="000000"/>
          <w:u w:val="single"/>
        </w:rPr>
        <w:t>FALSE</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sidRPr="00674E7D">
        <w:rPr>
          <w:color w:val="000000"/>
        </w:rPr>
        <w:t>4. Flexible work schedules are considered part of accommodation and enhancement benefits packages. </w:t>
      </w:r>
      <w:r>
        <w:rPr>
          <w:color w:val="000000"/>
          <w:lang w:eastAsia="ko-KR"/>
        </w:rPr>
        <w:t>(Defining Employee Benefits)</w:t>
      </w:r>
      <w:r w:rsidRPr="00674E7D">
        <w:rPr>
          <w:color w:val="000000"/>
        </w:rPr>
        <w:br/>
      </w:r>
      <w:r w:rsidRPr="00674E7D">
        <w:rPr>
          <w:b/>
          <w:bCs/>
          <w:color w:val="000000"/>
          <w:u w:val="single"/>
        </w:rPr>
        <w:t>TRUE</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sidRPr="00674E7D">
        <w:rPr>
          <w:color w:val="000000"/>
        </w:rPr>
        <w:t>5. Health insurance is a legally required benefit for all private sector employers? </w:t>
      </w:r>
      <w:r>
        <w:rPr>
          <w:color w:val="000000"/>
          <w:lang w:eastAsia="ko-KR"/>
        </w:rPr>
        <w:t>(Health Protection Programs)</w:t>
      </w:r>
      <w:r w:rsidRPr="00674E7D">
        <w:rPr>
          <w:color w:val="000000"/>
        </w:rPr>
        <w:br/>
      </w:r>
      <w:r w:rsidRPr="00674E7D">
        <w:rPr>
          <w:b/>
          <w:bCs/>
          <w:color w:val="000000"/>
          <w:u w:val="single"/>
        </w:rPr>
        <w:t>FALSE</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sidRPr="00674E7D">
        <w:rPr>
          <w:color w:val="000000"/>
        </w:rPr>
        <w:t xml:space="preserve">6. The Federal Insurance Contributions Act (FICA) helps support </w:t>
      </w:r>
      <w:r>
        <w:rPr>
          <w:color w:val="000000"/>
        </w:rPr>
        <w:t>the Old-Age, Survivor, and Disability Insurance (</w:t>
      </w:r>
      <w:r w:rsidRPr="00674E7D">
        <w:rPr>
          <w:color w:val="000000"/>
        </w:rPr>
        <w:t>OASDI</w:t>
      </w:r>
      <w:r>
        <w:rPr>
          <w:color w:val="000000"/>
        </w:rPr>
        <w:t>)</w:t>
      </w:r>
      <w:r w:rsidRPr="00674E7D">
        <w:rPr>
          <w:color w:val="000000"/>
        </w:rPr>
        <w:t>. </w:t>
      </w:r>
      <w:r>
        <w:rPr>
          <w:color w:val="000000"/>
          <w:lang w:eastAsia="ko-KR"/>
        </w:rPr>
        <w:t>(Government Regulation of Employee Benefits)</w:t>
      </w:r>
      <w:r w:rsidRPr="00674E7D">
        <w:rPr>
          <w:color w:val="000000"/>
        </w:rPr>
        <w:br/>
      </w:r>
      <w:r w:rsidRPr="00674E7D">
        <w:rPr>
          <w:b/>
          <w:bCs/>
          <w:color w:val="000000"/>
          <w:u w:val="single"/>
        </w:rPr>
        <w:t>TRUE</w:t>
      </w:r>
    </w:p>
    <w:p w:rsidR="00CA5458"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Lines/>
        <w:widowControl w:val="0"/>
        <w:autoSpaceDE w:val="0"/>
        <w:autoSpaceDN w:val="0"/>
        <w:rPr>
          <w:color w:val="000000"/>
        </w:rPr>
      </w:pPr>
      <w:r>
        <w:rPr>
          <w:color w:val="000000"/>
        </w:rPr>
        <w:br w:type="page"/>
      </w:r>
    </w:p>
    <w:p w:rsidR="00CA5458" w:rsidRDefault="00CA5458" w:rsidP="0092059E">
      <w:pPr>
        <w:keepNext/>
        <w:keepLines/>
        <w:widowControl w:val="0"/>
        <w:autoSpaceDE w:val="0"/>
        <w:autoSpaceDN w:val="0"/>
      </w:pPr>
      <w:r>
        <w:rPr>
          <w:color w:val="000000"/>
        </w:rPr>
        <w:t>7. </w:t>
      </w:r>
      <w:r>
        <w:t>Employer-sponsored disability insurance is less encompassing than workers’ compensation. (Disability Insurance)</w:t>
      </w:r>
    </w:p>
    <w:p w:rsidR="00CA5458" w:rsidRDefault="00CA5458" w:rsidP="0092059E">
      <w:pPr>
        <w:keepNext/>
        <w:keepLines/>
        <w:widowControl w:val="0"/>
        <w:autoSpaceDE w:val="0"/>
        <w:autoSpaceDN w:val="0"/>
        <w:rPr>
          <w:b/>
          <w:bCs/>
          <w:color w:val="000000"/>
          <w:u w:val="single"/>
        </w:rPr>
      </w:pPr>
      <w:r w:rsidRPr="00674E7D">
        <w:rPr>
          <w:b/>
          <w:bCs/>
          <w:color w:val="000000"/>
          <w:u w:val="single"/>
        </w:rPr>
        <w:t>FALSE</w:t>
      </w:r>
    </w:p>
    <w:p w:rsidR="00CA5458" w:rsidRPr="002A7B8F" w:rsidRDefault="00CA5458" w:rsidP="002A7B8F">
      <w:pPr>
        <w:keepNext/>
        <w:keepLines/>
        <w:widowControl w:val="0"/>
        <w:autoSpaceDE w:val="0"/>
        <w:autoSpaceDN w:val="0"/>
        <w:spacing w:before="319" w:after="319"/>
        <w:rPr>
          <w:b/>
          <w:bCs/>
          <w:color w:val="000000"/>
          <w:u w:val="single"/>
        </w:rPr>
      </w:pPr>
    </w:p>
    <w:p w:rsidR="00CA5458" w:rsidRPr="00091D18" w:rsidRDefault="00CA5458" w:rsidP="00091D18">
      <w:pPr>
        <w:keepNext/>
        <w:keepLines/>
        <w:widowControl w:val="0"/>
        <w:autoSpaceDE w:val="0"/>
        <w:autoSpaceDN w:val="0"/>
        <w:spacing w:before="319" w:after="319"/>
        <w:rPr>
          <w:b/>
          <w:bCs/>
          <w:color w:val="000000"/>
          <w:u w:val="single"/>
        </w:rPr>
      </w:pPr>
      <w:r w:rsidRPr="00674E7D">
        <w:rPr>
          <w:color w:val="000000"/>
        </w:rPr>
        <w:t>8. Defined benefits plans, defined contribution plans and hybrid plans are types of health insurance funding plans. </w:t>
      </w:r>
      <w:r>
        <w:rPr>
          <w:color w:val="000000"/>
          <w:lang w:eastAsia="ko-KR"/>
        </w:rPr>
        <w:t>(Income Protection Programs)</w:t>
      </w:r>
      <w:r w:rsidRPr="00674E7D">
        <w:rPr>
          <w:color w:val="000000"/>
        </w:rPr>
        <w:br/>
      </w:r>
      <w:r w:rsidRPr="00674E7D">
        <w:rPr>
          <w:b/>
          <w:bCs/>
          <w:color w:val="000000"/>
          <w:u w:val="single"/>
        </w:rPr>
        <w:t>FALSE</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Pr>
          <w:color w:val="000000"/>
        </w:rPr>
        <w:t>9</w:t>
      </w:r>
      <w:r w:rsidRPr="00674E7D">
        <w:rPr>
          <w:color w:val="000000"/>
        </w:rPr>
        <w:t>. Strategic benefit plans emphasize short-term changes in how a company's benefit plan operates. </w:t>
      </w:r>
      <w:r>
        <w:rPr>
          <w:color w:val="000000"/>
          <w:lang w:eastAsia="ko-KR"/>
        </w:rPr>
        <w:t>(Basic Strategic Planning Concepts)</w:t>
      </w:r>
      <w:r w:rsidRPr="00674E7D">
        <w:rPr>
          <w:color w:val="000000"/>
        </w:rPr>
        <w:br/>
      </w:r>
      <w:r w:rsidRPr="00674E7D">
        <w:rPr>
          <w:b/>
          <w:bCs/>
          <w:color w:val="000000"/>
          <w:u w:val="single"/>
        </w:rPr>
        <w:t>FALSE</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Pr>
          <w:color w:val="000000"/>
        </w:rPr>
        <w:t>10</w:t>
      </w:r>
      <w:r w:rsidRPr="00674E7D">
        <w:rPr>
          <w:color w:val="000000"/>
        </w:rPr>
        <w:t>. The top-down approach to strategic benefits planning is a reactive process that evaluates the benefits program only after problems arise. </w:t>
      </w:r>
      <w:r>
        <w:rPr>
          <w:color w:val="000000"/>
          <w:lang w:eastAsia="ko-KR"/>
        </w:rPr>
        <w:t>(Approaches to Strategic Benefit Planning)</w:t>
      </w:r>
      <w:r w:rsidRPr="00674E7D">
        <w:rPr>
          <w:color w:val="000000"/>
        </w:rPr>
        <w:br/>
      </w:r>
      <w:r w:rsidRPr="00674E7D">
        <w:rPr>
          <w:b/>
          <w:bCs/>
          <w:color w:val="000000"/>
          <w:u w:val="single"/>
        </w:rPr>
        <w:t>FALSE</w:t>
      </w:r>
    </w:p>
    <w:p w:rsidR="00CA5458" w:rsidRPr="00674E7D" w:rsidRDefault="00CA5458" w:rsidP="00674E7D">
      <w:pPr>
        <w:keepLines/>
        <w:widowControl w:val="0"/>
        <w:autoSpaceDE w:val="0"/>
        <w:autoSpaceDN w:val="0"/>
        <w:rPr>
          <w:color w:val="000000"/>
        </w:rPr>
      </w:pPr>
      <w:r w:rsidRPr="00674E7D">
        <w:rPr>
          <w:color w:val="000000"/>
        </w:rPr>
        <w:t> </w:t>
      </w:r>
    </w:p>
    <w:p w:rsidR="00CA5458" w:rsidRPr="0092059E" w:rsidRDefault="00CA5458" w:rsidP="0092059E">
      <w:pPr>
        <w:keepNext/>
        <w:keepLines/>
        <w:widowControl w:val="0"/>
        <w:autoSpaceDE w:val="0"/>
        <w:autoSpaceDN w:val="0"/>
        <w:spacing w:before="319" w:after="319"/>
        <w:rPr>
          <w:b/>
          <w:bCs/>
          <w:color w:val="000000"/>
          <w:u w:val="single"/>
        </w:rPr>
      </w:pPr>
      <w:r>
        <w:rPr>
          <w:color w:val="000000"/>
        </w:rPr>
        <w:t>11. Incentive-</w:t>
      </w:r>
      <w:r w:rsidRPr="00674E7D">
        <w:rPr>
          <w:color w:val="000000"/>
        </w:rPr>
        <w:t>pay rewards employees for completely attaining predetermined work objectives. </w:t>
      </w:r>
      <w:r>
        <w:rPr>
          <w:color w:val="000000"/>
          <w:lang w:eastAsia="ko-KR"/>
        </w:rPr>
        <w:t>(Adjustments to Core Compensation)</w:t>
      </w:r>
      <w:r w:rsidRPr="00674E7D">
        <w:rPr>
          <w:color w:val="000000"/>
        </w:rPr>
        <w:br/>
      </w:r>
      <w:r w:rsidRPr="00674E7D">
        <w:rPr>
          <w:b/>
          <w:bCs/>
          <w:color w:val="000000"/>
          <w:u w:val="single"/>
        </w:rPr>
        <w:t>FALSE</w:t>
      </w:r>
    </w:p>
    <w:p w:rsidR="00CA5458" w:rsidRPr="00674E7D" w:rsidRDefault="00CA5458" w:rsidP="00674E7D">
      <w:pPr>
        <w:keepLines/>
        <w:widowControl w:val="0"/>
        <w:autoSpaceDE w:val="0"/>
        <w:autoSpaceDN w:val="0"/>
        <w:rPr>
          <w:color w:val="000000"/>
          <w:lang w:eastAsia="ko-KR"/>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Pr>
          <w:color w:val="000000"/>
        </w:rPr>
        <w:t>12</w:t>
      </w:r>
      <w:r w:rsidRPr="00674E7D">
        <w:rPr>
          <w:color w:val="000000"/>
        </w:rPr>
        <w:t>. Workers' compensation insurance programs, run by the federal government, are designed to cover employee expenses incurred in work-related accidents and injuries. </w:t>
      </w:r>
      <w:r>
        <w:rPr>
          <w:color w:val="000000"/>
          <w:lang w:eastAsia="ko-KR"/>
        </w:rPr>
        <w:t>(State Compulsory Disability Laws (Workers’ Compensation))</w:t>
      </w:r>
      <w:r w:rsidRPr="00674E7D">
        <w:rPr>
          <w:color w:val="000000"/>
        </w:rPr>
        <w:br/>
      </w:r>
      <w:r w:rsidRPr="00674E7D">
        <w:rPr>
          <w:b/>
          <w:bCs/>
          <w:color w:val="000000"/>
          <w:u w:val="single"/>
        </w:rPr>
        <w:t>FALSE</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Pr>
          <w:color w:val="000000"/>
        </w:rPr>
        <w:t>13. Merit-</w:t>
      </w:r>
      <w:r w:rsidRPr="00674E7D">
        <w:rPr>
          <w:color w:val="000000"/>
        </w:rPr>
        <w:t>pay rewards employees according to their job performance. </w:t>
      </w:r>
      <w:r>
        <w:rPr>
          <w:color w:val="000000"/>
          <w:lang w:eastAsia="ko-KR"/>
        </w:rPr>
        <w:t>(Adjustments to Core Compensation)</w:t>
      </w:r>
      <w:r w:rsidRPr="00674E7D">
        <w:rPr>
          <w:color w:val="000000"/>
        </w:rPr>
        <w:br/>
      </w:r>
      <w:r w:rsidRPr="00674E7D">
        <w:rPr>
          <w:b/>
          <w:bCs/>
          <w:color w:val="000000"/>
          <w:u w:val="single"/>
        </w:rPr>
        <w:t>TRUE</w:t>
      </w:r>
    </w:p>
    <w:p w:rsidR="00CA5458"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Lines/>
        <w:widowControl w:val="0"/>
        <w:autoSpaceDE w:val="0"/>
        <w:autoSpaceDN w:val="0"/>
        <w:rPr>
          <w:color w:val="000000"/>
        </w:rPr>
      </w:pPr>
      <w:r>
        <w:rPr>
          <w:color w:val="000000"/>
        </w:rPr>
        <w:br w:type="page"/>
      </w:r>
    </w:p>
    <w:p w:rsidR="00CA5458" w:rsidRPr="00674E7D" w:rsidRDefault="00CA5458" w:rsidP="00674E7D">
      <w:pPr>
        <w:keepNext/>
        <w:keepLines/>
        <w:widowControl w:val="0"/>
        <w:autoSpaceDE w:val="0"/>
        <w:autoSpaceDN w:val="0"/>
        <w:spacing w:before="319" w:after="319"/>
        <w:rPr>
          <w:b/>
          <w:bCs/>
          <w:color w:val="000000"/>
          <w:u w:val="single"/>
        </w:rPr>
      </w:pPr>
      <w:r>
        <w:rPr>
          <w:color w:val="000000"/>
        </w:rPr>
        <w:t>14</w:t>
      </w:r>
      <w:r w:rsidRPr="00674E7D">
        <w:rPr>
          <w:color w:val="000000"/>
        </w:rPr>
        <w:t>. </w:t>
      </w:r>
      <w:r>
        <w:rPr>
          <w:color w:val="000000"/>
        </w:rPr>
        <w:t>Total compensation represents</w:t>
      </w:r>
      <w:r w:rsidRPr="00674E7D">
        <w:rPr>
          <w:color w:val="000000"/>
        </w:rPr>
        <w:t xml:space="preserve"> both monetary and nonmonetary rewards. </w:t>
      </w:r>
      <w:r>
        <w:rPr>
          <w:color w:val="000000"/>
          <w:lang w:eastAsia="ko-KR"/>
        </w:rPr>
        <w:t>(Employee Benefits in the Total Compensation Scheme)</w:t>
      </w:r>
      <w:r w:rsidRPr="00674E7D">
        <w:rPr>
          <w:color w:val="000000"/>
        </w:rPr>
        <w:br/>
      </w:r>
      <w:r w:rsidRPr="00674E7D">
        <w:rPr>
          <w:b/>
          <w:bCs/>
          <w:color w:val="000000"/>
          <w:u w:val="single"/>
        </w:rPr>
        <w:t>TRUE</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Pr>
          <w:color w:val="000000"/>
        </w:rPr>
        <w:t>15</w:t>
      </w:r>
      <w:r w:rsidRPr="00674E7D">
        <w:rPr>
          <w:color w:val="000000"/>
        </w:rPr>
        <w:t>. Strategic decisions support the fulfillment of tactical decisions. </w:t>
      </w:r>
      <w:r>
        <w:rPr>
          <w:color w:val="000000"/>
          <w:lang w:eastAsia="ko-KR"/>
        </w:rPr>
        <w:t>(Basic Strategic Planning Concepts)</w:t>
      </w:r>
      <w:r w:rsidRPr="00674E7D">
        <w:rPr>
          <w:color w:val="000000"/>
        </w:rPr>
        <w:br/>
      </w:r>
      <w:r w:rsidRPr="00674E7D">
        <w:rPr>
          <w:b/>
          <w:bCs/>
          <w:color w:val="000000"/>
          <w:u w:val="single"/>
        </w:rPr>
        <w:t>FALSE</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Pr>
          <w:color w:val="000000"/>
        </w:rPr>
        <w:t>16</w:t>
      </w:r>
      <w:r w:rsidRPr="00674E7D">
        <w:rPr>
          <w:color w:val="000000"/>
        </w:rPr>
        <w:t>. Unemployment insurance is funded solely by the Federal Unemployment Tax Act (FUTA). </w:t>
      </w:r>
      <w:r>
        <w:rPr>
          <w:color w:val="000000"/>
          <w:lang w:eastAsia="ko-KR"/>
        </w:rPr>
        <w:t>(Government Regulation of Employee Benefits)</w:t>
      </w:r>
      <w:r w:rsidRPr="00674E7D">
        <w:rPr>
          <w:color w:val="000000"/>
        </w:rPr>
        <w:br/>
      </w:r>
      <w:r w:rsidRPr="00674E7D">
        <w:rPr>
          <w:b/>
          <w:bCs/>
          <w:color w:val="000000"/>
          <w:u w:val="single"/>
        </w:rPr>
        <w:t>FALSE</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Pr>
          <w:color w:val="000000"/>
        </w:rPr>
        <w:t>17</w:t>
      </w:r>
      <w:r w:rsidRPr="00674E7D">
        <w:rPr>
          <w:color w:val="000000"/>
        </w:rPr>
        <w:t>. Core compensation is another name for monetary rewards. </w:t>
      </w:r>
      <w:r>
        <w:rPr>
          <w:color w:val="000000"/>
          <w:lang w:eastAsia="ko-KR"/>
        </w:rPr>
        <w:t>(Employee Benefits in the Total Compensation Scheme)</w:t>
      </w:r>
      <w:r w:rsidRPr="00674E7D">
        <w:rPr>
          <w:color w:val="000000"/>
        </w:rPr>
        <w:br/>
      </w:r>
      <w:r w:rsidRPr="00674E7D">
        <w:rPr>
          <w:b/>
          <w:bCs/>
          <w:color w:val="000000"/>
          <w:u w:val="single"/>
        </w:rPr>
        <w:t>TRUE</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Pr>
          <w:color w:val="000000"/>
        </w:rPr>
        <w:t>18</w:t>
      </w:r>
      <w:r w:rsidRPr="00674E7D">
        <w:rPr>
          <w:color w:val="000000"/>
        </w:rPr>
        <w:t>. Nonmonetary compensation includes protection programs, paid time off and services. </w:t>
      </w:r>
      <w:r>
        <w:rPr>
          <w:color w:val="000000"/>
          <w:lang w:eastAsia="ko-KR"/>
        </w:rPr>
        <w:t>(Employee Benefits in the Total Compensation Scheme)</w:t>
      </w:r>
      <w:r w:rsidRPr="00674E7D">
        <w:rPr>
          <w:color w:val="000000"/>
        </w:rPr>
        <w:br/>
      </w:r>
      <w:r w:rsidRPr="00674E7D">
        <w:rPr>
          <w:b/>
          <w:bCs/>
          <w:color w:val="000000"/>
          <w:u w:val="single"/>
        </w:rPr>
        <w:t>TRUE</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Pr>
          <w:color w:val="000000"/>
        </w:rPr>
        <w:t>19</w:t>
      </w:r>
      <w:r w:rsidRPr="00674E7D">
        <w:rPr>
          <w:color w:val="000000"/>
        </w:rPr>
        <w:t xml:space="preserve">. Employees' knowledge and skills are said to generate human capital for firms </w:t>
      </w:r>
      <w:r>
        <w:rPr>
          <w:color w:val="000000"/>
        </w:rPr>
        <w:t>and are the basis for incentive-</w:t>
      </w:r>
      <w:r w:rsidRPr="00674E7D">
        <w:rPr>
          <w:color w:val="000000"/>
        </w:rPr>
        <w:t>pay. </w:t>
      </w:r>
      <w:r>
        <w:rPr>
          <w:color w:val="000000"/>
          <w:lang w:eastAsia="ko-KR"/>
        </w:rPr>
        <w:t>(Adjustments to Core Competition)</w:t>
      </w:r>
      <w:r w:rsidRPr="00674E7D">
        <w:rPr>
          <w:color w:val="000000"/>
        </w:rPr>
        <w:br/>
      </w:r>
      <w:r w:rsidRPr="00674E7D">
        <w:rPr>
          <w:b/>
          <w:bCs/>
          <w:color w:val="000000"/>
          <w:u w:val="single"/>
        </w:rPr>
        <w:t>FALSE</w:t>
      </w:r>
    </w:p>
    <w:p w:rsidR="00CA5458" w:rsidRPr="00674E7D" w:rsidRDefault="00CA5458" w:rsidP="00674E7D">
      <w:pPr>
        <w:keepLines/>
        <w:widowControl w:val="0"/>
        <w:autoSpaceDE w:val="0"/>
        <w:autoSpaceDN w:val="0"/>
        <w:rPr>
          <w:color w:val="000000"/>
          <w:lang w:eastAsia="ko-KR"/>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Pr>
          <w:color w:val="000000"/>
        </w:rPr>
        <w:t>20</w:t>
      </w:r>
      <w:r w:rsidRPr="00674E7D">
        <w:rPr>
          <w:color w:val="000000"/>
        </w:rPr>
        <w:t>. The Social Security Act was enacted due to the effects of WWII. </w:t>
      </w:r>
      <w:r>
        <w:rPr>
          <w:color w:val="000000"/>
          <w:lang w:eastAsia="ko-KR"/>
        </w:rPr>
        <w:t>(The Social Security Act of 1935)</w:t>
      </w:r>
      <w:r w:rsidRPr="00674E7D">
        <w:rPr>
          <w:color w:val="000000"/>
        </w:rPr>
        <w:br/>
      </w:r>
      <w:r w:rsidRPr="00674E7D">
        <w:rPr>
          <w:b/>
          <w:bCs/>
          <w:color w:val="000000"/>
          <w:u w:val="single"/>
        </w:rPr>
        <w:t>FALSE</w:t>
      </w:r>
    </w:p>
    <w:p w:rsidR="00CA5458"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Lines/>
        <w:widowControl w:val="0"/>
        <w:autoSpaceDE w:val="0"/>
        <w:autoSpaceDN w:val="0"/>
        <w:rPr>
          <w:color w:val="000000"/>
        </w:rPr>
      </w:pPr>
      <w:r>
        <w:rPr>
          <w:color w:val="000000"/>
        </w:rPr>
        <w:br w:type="page"/>
      </w:r>
    </w:p>
    <w:p w:rsidR="00CA5458" w:rsidRPr="00674E7D" w:rsidRDefault="00CA5458" w:rsidP="00674E7D">
      <w:pPr>
        <w:keepNext/>
        <w:keepLines/>
        <w:widowControl w:val="0"/>
        <w:autoSpaceDE w:val="0"/>
        <w:autoSpaceDN w:val="0"/>
        <w:spacing w:before="319" w:after="319"/>
        <w:rPr>
          <w:color w:val="000000"/>
          <w:lang w:eastAsia="ko-KR"/>
        </w:rPr>
      </w:pPr>
      <w:r>
        <w:rPr>
          <w:color w:val="000000"/>
        </w:rPr>
        <w:t>21</w:t>
      </w:r>
      <w:r w:rsidRPr="00674E7D">
        <w:rPr>
          <w:color w:val="000000"/>
        </w:rPr>
        <w:t>. Union workers cannot negotiate paid time off benefits. </w:t>
      </w:r>
      <w:r>
        <w:rPr>
          <w:color w:val="000000"/>
          <w:lang w:eastAsia="ko-KR"/>
        </w:rPr>
        <w:t>(Paid Time-Off)</w:t>
      </w:r>
      <w:r w:rsidRPr="00674E7D">
        <w:rPr>
          <w:color w:val="000000"/>
        </w:rPr>
        <w:br/>
      </w:r>
      <w:r w:rsidRPr="00674E7D">
        <w:rPr>
          <w:b/>
          <w:bCs/>
          <w:color w:val="000000"/>
          <w:u w:val="single"/>
        </w:rPr>
        <w:t>FALSE</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sidRPr="00674E7D">
        <w:rPr>
          <w:color w:val="000000"/>
        </w:rPr>
        <w:t>2</w:t>
      </w:r>
      <w:r>
        <w:rPr>
          <w:color w:val="000000"/>
          <w:lang w:eastAsia="ko-KR"/>
        </w:rPr>
        <w:t>2</w:t>
      </w:r>
      <w:r w:rsidRPr="00674E7D">
        <w:rPr>
          <w:color w:val="000000"/>
        </w:rPr>
        <w:t>. ERISA does not apply to public sector retirement plans. </w:t>
      </w:r>
      <w:r>
        <w:rPr>
          <w:color w:val="000000"/>
          <w:lang w:eastAsia="ko-KR"/>
        </w:rPr>
        <w:t>(Legal and Regulatory Influences on Discretionary Benefits Practices)</w:t>
      </w:r>
      <w:r w:rsidRPr="00674E7D">
        <w:rPr>
          <w:color w:val="000000"/>
        </w:rPr>
        <w:br/>
      </w:r>
      <w:r w:rsidRPr="00674E7D">
        <w:rPr>
          <w:b/>
          <w:bCs/>
          <w:color w:val="000000"/>
          <w:u w:val="single"/>
        </w:rPr>
        <w:t>TRUE</w:t>
      </w:r>
    </w:p>
    <w:p w:rsidR="00CA5458" w:rsidRPr="00674E7D" w:rsidRDefault="00CA5458" w:rsidP="00674E7D">
      <w:pPr>
        <w:keepLines/>
        <w:widowControl w:val="0"/>
        <w:autoSpaceDE w:val="0"/>
        <w:autoSpaceDN w:val="0"/>
        <w:rPr>
          <w:color w:val="000000"/>
          <w:lang w:eastAsia="ko-KR"/>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sidRPr="00674E7D">
        <w:rPr>
          <w:color w:val="000000"/>
        </w:rPr>
        <w:t>2</w:t>
      </w:r>
      <w:r>
        <w:rPr>
          <w:color w:val="000000"/>
          <w:lang w:eastAsia="ko-KR"/>
        </w:rPr>
        <w:t>3</w:t>
      </w:r>
      <w:r w:rsidRPr="00674E7D">
        <w:rPr>
          <w:color w:val="000000"/>
        </w:rPr>
        <w:t>. Benefits are defined as compensation that includes wages and salary as well as other services. </w:t>
      </w:r>
      <w:r>
        <w:rPr>
          <w:color w:val="000000"/>
          <w:lang w:eastAsia="ko-KR"/>
        </w:rPr>
        <w:t>(Defining Employee Benefits)</w:t>
      </w:r>
      <w:r w:rsidRPr="00674E7D">
        <w:rPr>
          <w:color w:val="000000"/>
        </w:rPr>
        <w:br/>
      </w:r>
      <w:r w:rsidRPr="00674E7D">
        <w:rPr>
          <w:b/>
          <w:bCs/>
          <w:color w:val="000000"/>
          <w:u w:val="single"/>
        </w:rPr>
        <w:t>FALSE</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sidRPr="00674E7D">
        <w:rPr>
          <w:color w:val="000000"/>
        </w:rPr>
        <w:t>2</w:t>
      </w:r>
      <w:r>
        <w:rPr>
          <w:color w:val="000000"/>
          <w:lang w:eastAsia="ko-KR"/>
        </w:rPr>
        <w:t>4</w:t>
      </w:r>
      <w:r w:rsidRPr="00674E7D">
        <w:rPr>
          <w:color w:val="000000"/>
        </w:rPr>
        <w:t>. Benefits are a central strategy in attracting and retaining desired employees. </w:t>
      </w:r>
      <w:r>
        <w:rPr>
          <w:color w:val="000000"/>
          <w:lang w:eastAsia="ko-KR"/>
        </w:rPr>
        <w:t>(Basic Strategic Planning Concepts)</w:t>
      </w:r>
      <w:r w:rsidRPr="00674E7D">
        <w:rPr>
          <w:color w:val="000000"/>
        </w:rPr>
        <w:br/>
      </w:r>
      <w:r w:rsidRPr="00674E7D">
        <w:rPr>
          <w:b/>
          <w:bCs/>
          <w:color w:val="000000"/>
          <w:u w:val="single"/>
        </w:rPr>
        <w:t>TRUE</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Pr>
          <w:color w:val="000000"/>
          <w:lang w:eastAsia="ko-KR"/>
        </w:rPr>
        <w:t>25</w:t>
      </w:r>
      <w:r w:rsidRPr="00674E7D">
        <w:rPr>
          <w:color w:val="000000"/>
        </w:rPr>
        <w:t>. Vacations are a type of accommodation benefit. </w:t>
      </w:r>
      <w:r>
        <w:rPr>
          <w:color w:val="000000"/>
          <w:lang w:eastAsia="ko-KR"/>
        </w:rPr>
        <w:t>(Paid Time-Off)</w:t>
      </w:r>
      <w:r w:rsidRPr="00674E7D">
        <w:rPr>
          <w:color w:val="000000"/>
        </w:rPr>
        <w:br/>
      </w:r>
      <w:r w:rsidRPr="00674E7D">
        <w:rPr>
          <w:b/>
          <w:bCs/>
          <w:color w:val="000000"/>
          <w:u w:val="single"/>
        </w:rPr>
        <w:t>FALSE</w:t>
      </w:r>
    </w:p>
    <w:p w:rsidR="00CA5458" w:rsidRPr="00674E7D" w:rsidRDefault="00CA5458" w:rsidP="00674E7D">
      <w:pPr>
        <w:keepLines/>
        <w:widowControl w:val="0"/>
        <w:autoSpaceDE w:val="0"/>
        <w:autoSpaceDN w:val="0"/>
        <w:rPr>
          <w:color w:val="000000"/>
          <w:lang w:eastAsia="ko-KR"/>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Pr>
          <w:color w:val="000000"/>
          <w:lang w:eastAsia="ko-KR"/>
        </w:rPr>
        <w:t>26</w:t>
      </w:r>
      <w:r w:rsidRPr="00674E7D">
        <w:rPr>
          <w:color w:val="000000"/>
        </w:rPr>
        <w:t>. Protection programs provide health benefits. </w:t>
      </w:r>
      <w:r>
        <w:rPr>
          <w:color w:val="000000"/>
          <w:lang w:eastAsia="ko-KR"/>
        </w:rPr>
        <w:t>(Health Protection Programs)</w:t>
      </w:r>
      <w:r w:rsidRPr="00674E7D">
        <w:rPr>
          <w:color w:val="000000"/>
        </w:rPr>
        <w:br/>
      </w:r>
      <w:r w:rsidRPr="00674E7D">
        <w:rPr>
          <w:b/>
          <w:bCs/>
          <w:color w:val="000000"/>
          <w:u w:val="single"/>
        </w:rPr>
        <w:t>TRUE</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Pr>
          <w:color w:val="000000"/>
        </w:rPr>
        <w:t>27</w:t>
      </w:r>
      <w:r w:rsidRPr="00674E7D">
        <w:rPr>
          <w:color w:val="000000"/>
        </w:rPr>
        <w:t>. Compensation levels are established based on employee age. </w:t>
      </w:r>
      <w:r>
        <w:rPr>
          <w:color w:val="000000"/>
          <w:lang w:eastAsia="ko-KR"/>
        </w:rPr>
        <w:t>(Adjustments to Core Compensation)</w:t>
      </w:r>
      <w:r w:rsidRPr="00674E7D">
        <w:rPr>
          <w:color w:val="000000"/>
        </w:rPr>
        <w:br/>
      </w:r>
      <w:r w:rsidRPr="00674E7D">
        <w:rPr>
          <w:b/>
          <w:bCs/>
          <w:color w:val="000000"/>
          <w:u w:val="single"/>
        </w:rPr>
        <w:t>FALSE</w:t>
      </w:r>
    </w:p>
    <w:p w:rsidR="00CA5458"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Lines/>
        <w:widowControl w:val="0"/>
        <w:autoSpaceDE w:val="0"/>
        <w:autoSpaceDN w:val="0"/>
        <w:rPr>
          <w:color w:val="000000"/>
        </w:rPr>
      </w:pPr>
      <w:r>
        <w:rPr>
          <w:color w:val="000000"/>
        </w:rPr>
        <w:br w:type="page"/>
      </w:r>
    </w:p>
    <w:p w:rsidR="00CA5458" w:rsidRPr="00674E7D" w:rsidRDefault="00CA5458" w:rsidP="00674E7D">
      <w:pPr>
        <w:keepNext/>
        <w:keepLines/>
        <w:widowControl w:val="0"/>
        <w:autoSpaceDE w:val="0"/>
        <w:autoSpaceDN w:val="0"/>
        <w:spacing w:before="319" w:after="319"/>
        <w:rPr>
          <w:b/>
          <w:bCs/>
          <w:color w:val="000000"/>
          <w:u w:val="single"/>
        </w:rPr>
      </w:pPr>
      <w:r>
        <w:rPr>
          <w:color w:val="000000"/>
        </w:rPr>
        <w:t>28</w:t>
      </w:r>
      <w:r w:rsidRPr="00674E7D">
        <w:rPr>
          <w:color w:val="000000"/>
        </w:rPr>
        <w:t>. Workers' compensation laws are state laws. </w:t>
      </w:r>
      <w:r>
        <w:rPr>
          <w:color w:val="000000"/>
          <w:lang w:eastAsia="ko-KR"/>
        </w:rPr>
        <w:t>(State Compulsory Disability Laws (Workers’ Compensation))</w:t>
      </w:r>
      <w:r w:rsidRPr="00674E7D">
        <w:rPr>
          <w:color w:val="000000"/>
        </w:rPr>
        <w:br/>
      </w:r>
      <w:r w:rsidRPr="00674E7D">
        <w:rPr>
          <w:b/>
          <w:bCs/>
          <w:color w:val="000000"/>
          <w:u w:val="single"/>
        </w:rPr>
        <w:t>TRUE</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b/>
          <w:bCs/>
          <w:color w:val="000000"/>
          <w:u w:val="single"/>
        </w:rPr>
      </w:pPr>
      <w:r>
        <w:rPr>
          <w:color w:val="000000"/>
        </w:rPr>
        <w:t>29</w:t>
      </w:r>
      <w:r w:rsidRPr="00674E7D">
        <w:rPr>
          <w:color w:val="000000"/>
        </w:rPr>
        <w:t>. Life insurance programs protect employees' families in the event of untimely illness. </w:t>
      </w:r>
      <w:r>
        <w:rPr>
          <w:color w:val="000000"/>
          <w:lang w:eastAsia="ko-KR"/>
        </w:rPr>
        <w:t>(Income Protection Programs)</w:t>
      </w:r>
      <w:r w:rsidRPr="00674E7D">
        <w:rPr>
          <w:color w:val="000000"/>
        </w:rPr>
        <w:br/>
      </w:r>
      <w:r w:rsidRPr="00674E7D">
        <w:rPr>
          <w:b/>
          <w:bCs/>
          <w:color w:val="000000"/>
          <w:u w:val="single"/>
        </w:rPr>
        <w:t>FALSE</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color w:val="000000"/>
          <w:lang w:eastAsia="ko-KR"/>
        </w:rPr>
      </w:pPr>
      <w:r w:rsidRPr="00674E7D">
        <w:rPr>
          <w:color w:val="000000"/>
        </w:rPr>
        <w:t>3</w:t>
      </w:r>
      <w:r>
        <w:rPr>
          <w:color w:val="000000"/>
          <w:lang w:eastAsia="ko-KR"/>
        </w:rPr>
        <w:t>0</w:t>
      </w:r>
      <w:r w:rsidRPr="00674E7D">
        <w:rPr>
          <w:color w:val="000000"/>
        </w:rPr>
        <w:t>. Employees are most likely to endorse benefits that fulfill their needs. </w:t>
      </w:r>
      <w:r>
        <w:rPr>
          <w:color w:val="000000"/>
          <w:lang w:eastAsia="ko-KR"/>
        </w:rPr>
        <w:t>(Basic Design Considerations for Discretionary Benefits)</w:t>
      </w:r>
      <w:r w:rsidRPr="00674E7D">
        <w:rPr>
          <w:color w:val="000000"/>
        </w:rPr>
        <w:br/>
      </w:r>
      <w:r w:rsidRPr="00674E7D">
        <w:rPr>
          <w:b/>
          <w:bCs/>
          <w:color w:val="000000"/>
          <w:u w:val="single"/>
        </w:rPr>
        <w:t>TRUE</w:t>
      </w:r>
    </w:p>
    <w:p w:rsidR="00CA5458" w:rsidRPr="00674E7D" w:rsidRDefault="00CA5458" w:rsidP="00674E7D">
      <w:pPr>
        <w:widowControl w:val="0"/>
        <w:autoSpaceDE w:val="0"/>
        <w:autoSpaceDN w:val="0"/>
        <w:rPr>
          <w:color w:val="000000"/>
          <w:lang w:eastAsia="ko-KR"/>
        </w:rPr>
      </w:pPr>
    </w:p>
    <w:p w:rsidR="00CA5458" w:rsidRPr="00674E7D" w:rsidRDefault="00CA5458" w:rsidP="00674E7D">
      <w:pPr>
        <w:widowControl w:val="0"/>
        <w:autoSpaceDE w:val="0"/>
        <w:autoSpaceDN w:val="0"/>
        <w:rPr>
          <w:color w:val="000000"/>
          <w:lang w:eastAsia="ko-KR"/>
        </w:rPr>
      </w:pPr>
      <w:r>
        <w:rPr>
          <w:color w:val="000000"/>
          <w:lang w:eastAsia="ko-KR"/>
        </w:rPr>
        <w:t>31. Incentive-</w:t>
      </w:r>
      <w:r w:rsidRPr="00674E7D">
        <w:rPr>
          <w:color w:val="000000"/>
          <w:lang w:eastAsia="ko-KR"/>
        </w:rPr>
        <w:t xml:space="preserve">pay is a permanent increase of </w:t>
      </w:r>
      <w:r>
        <w:rPr>
          <w:color w:val="000000"/>
          <w:lang w:eastAsia="ko-KR"/>
        </w:rPr>
        <w:t>compensation</w:t>
      </w:r>
      <w:r w:rsidRPr="00674E7D">
        <w:rPr>
          <w:color w:val="000000"/>
          <w:lang w:eastAsia="ko-KR"/>
        </w:rPr>
        <w:t xml:space="preserve"> based on individual goal achievement. </w:t>
      </w:r>
      <w:r>
        <w:rPr>
          <w:color w:val="000000"/>
          <w:lang w:eastAsia="ko-KR"/>
        </w:rPr>
        <w:t>(Adjustments to Core Compensation)</w:t>
      </w:r>
    </w:p>
    <w:p w:rsidR="00CA5458" w:rsidRPr="00674E7D" w:rsidRDefault="00CA5458" w:rsidP="00674E7D">
      <w:pPr>
        <w:widowControl w:val="0"/>
        <w:autoSpaceDE w:val="0"/>
        <w:autoSpaceDN w:val="0"/>
        <w:rPr>
          <w:b/>
          <w:color w:val="000000"/>
          <w:u w:val="single"/>
          <w:lang w:eastAsia="ko-KR"/>
        </w:rPr>
      </w:pPr>
      <w:r w:rsidRPr="00674E7D">
        <w:rPr>
          <w:b/>
          <w:color w:val="000000"/>
          <w:u w:val="single"/>
          <w:lang w:eastAsia="ko-KR"/>
        </w:rPr>
        <w:t>FALSE</w:t>
      </w:r>
    </w:p>
    <w:p w:rsidR="00CA5458" w:rsidRDefault="00CA5458" w:rsidP="00674E7D">
      <w:pPr>
        <w:widowControl w:val="0"/>
        <w:autoSpaceDE w:val="0"/>
        <w:autoSpaceDN w:val="0"/>
        <w:rPr>
          <w:color w:val="000000"/>
          <w:lang w:eastAsia="ko-KR"/>
        </w:rPr>
      </w:pPr>
    </w:p>
    <w:p w:rsidR="00CA5458" w:rsidRPr="00674E7D" w:rsidRDefault="00CA5458" w:rsidP="00674E7D">
      <w:pPr>
        <w:widowControl w:val="0"/>
        <w:autoSpaceDE w:val="0"/>
        <w:autoSpaceDN w:val="0"/>
        <w:rPr>
          <w:color w:val="000000"/>
          <w:lang w:eastAsia="ko-KR"/>
        </w:rPr>
      </w:pPr>
    </w:p>
    <w:p w:rsidR="00CA5458" w:rsidRPr="00674E7D" w:rsidRDefault="00CA5458" w:rsidP="00674E7D">
      <w:pPr>
        <w:widowControl w:val="0"/>
        <w:autoSpaceDE w:val="0"/>
        <w:autoSpaceDN w:val="0"/>
        <w:rPr>
          <w:color w:val="000000"/>
          <w:lang w:eastAsia="ko-KR"/>
        </w:rPr>
      </w:pPr>
      <w:r>
        <w:rPr>
          <w:color w:val="000000"/>
          <w:lang w:eastAsia="ko-KR"/>
        </w:rPr>
        <w:t>32</w:t>
      </w:r>
      <w:r w:rsidRPr="00674E7D">
        <w:rPr>
          <w:color w:val="000000"/>
          <w:lang w:eastAsia="ko-KR"/>
        </w:rPr>
        <w:t xml:space="preserve">. In financing discretionary benefits, employers always pay the total cost incurred. </w:t>
      </w:r>
      <w:r>
        <w:rPr>
          <w:color w:val="000000"/>
          <w:lang w:eastAsia="ko-KR"/>
        </w:rPr>
        <w:t>(Basic Design Considerations for Discretionary Benefits)</w:t>
      </w:r>
    </w:p>
    <w:p w:rsidR="00CA5458" w:rsidRPr="00674E7D" w:rsidRDefault="00CA5458" w:rsidP="00674E7D">
      <w:pPr>
        <w:widowControl w:val="0"/>
        <w:autoSpaceDE w:val="0"/>
        <w:autoSpaceDN w:val="0"/>
        <w:rPr>
          <w:b/>
          <w:color w:val="000000"/>
          <w:u w:val="single"/>
          <w:lang w:eastAsia="ko-KR"/>
        </w:rPr>
      </w:pPr>
      <w:r w:rsidRPr="00674E7D">
        <w:rPr>
          <w:b/>
          <w:color w:val="000000"/>
          <w:u w:val="single"/>
          <w:lang w:eastAsia="ko-KR"/>
        </w:rPr>
        <w:t>FALSE</w:t>
      </w:r>
    </w:p>
    <w:p w:rsidR="00CA5458" w:rsidRDefault="00CA5458" w:rsidP="00674E7D">
      <w:pPr>
        <w:widowControl w:val="0"/>
        <w:autoSpaceDE w:val="0"/>
        <w:autoSpaceDN w:val="0"/>
        <w:rPr>
          <w:b/>
          <w:color w:val="000000"/>
          <w:u w:val="single"/>
          <w:lang w:eastAsia="ko-KR"/>
        </w:rPr>
      </w:pPr>
    </w:p>
    <w:p w:rsidR="00CA5458" w:rsidRPr="00674E7D" w:rsidRDefault="00CA5458" w:rsidP="00674E7D">
      <w:pPr>
        <w:widowControl w:val="0"/>
        <w:autoSpaceDE w:val="0"/>
        <w:autoSpaceDN w:val="0"/>
        <w:rPr>
          <w:b/>
          <w:color w:val="000000"/>
          <w:u w:val="single"/>
          <w:lang w:eastAsia="ko-KR"/>
        </w:rPr>
      </w:pPr>
    </w:p>
    <w:p w:rsidR="00CA5458" w:rsidRPr="00674E7D" w:rsidRDefault="00CA5458" w:rsidP="00674E7D">
      <w:pPr>
        <w:widowControl w:val="0"/>
        <w:autoSpaceDE w:val="0"/>
        <w:autoSpaceDN w:val="0"/>
        <w:rPr>
          <w:color w:val="000000"/>
          <w:lang w:eastAsia="ko-KR"/>
        </w:rPr>
      </w:pPr>
      <w:r>
        <w:rPr>
          <w:color w:val="000000"/>
          <w:lang w:eastAsia="ko-KR"/>
        </w:rPr>
        <w:t>33</w:t>
      </w:r>
      <w:r w:rsidRPr="00674E7D">
        <w:rPr>
          <w:color w:val="000000"/>
          <w:lang w:eastAsia="ko-KR"/>
        </w:rPr>
        <w:t>. Since the 1940s, companies have expanded their discretionary benefits as an alternative to wage increase o</w:t>
      </w:r>
      <w:r>
        <w:rPr>
          <w:color w:val="000000"/>
          <w:lang w:eastAsia="ko-KR"/>
        </w:rPr>
        <w:t>r</w:t>
      </w:r>
      <w:r w:rsidRPr="00674E7D">
        <w:rPr>
          <w:color w:val="000000"/>
          <w:lang w:eastAsia="ko-KR"/>
        </w:rPr>
        <w:t xml:space="preserve"> as a motivational tool. </w:t>
      </w:r>
      <w:r>
        <w:rPr>
          <w:color w:val="000000"/>
          <w:lang w:eastAsia="ko-KR"/>
        </w:rPr>
        <w:t>(Origins of Employee Benefits)</w:t>
      </w:r>
    </w:p>
    <w:p w:rsidR="00CA5458" w:rsidRPr="00674E7D" w:rsidRDefault="00CA5458" w:rsidP="00674E7D">
      <w:pPr>
        <w:widowControl w:val="0"/>
        <w:autoSpaceDE w:val="0"/>
        <w:autoSpaceDN w:val="0"/>
        <w:rPr>
          <w:b/>
          <w:color w:val="000000"/>
          <w:u w:val="single"/>
          <w:lang w:eastAsia="ko-KR"/>
        </w:rPr>
      </w:pPr>
      <w:r w:rsidRPr="00674E7D">
        <w:rPr>
          <w:b/>
          <w:color w:val="000000"/>
          <w:u w:val="single"/>
          <w:lang w:eastAsia="ko-KR"/>
        </w:rPr>
        <w:t>TRUE</w:t>
      </w:r>
    </w:p>
    <w:p w:rsidR="00CA5458" w:rsidRDefault="00CA5458" w:rsidP="00674E7D">
      <w:pPr>
        <w:widowControl w:val="0"/>
        <w:autoSpaceDE w:val="0"/>
        <w:autoSpaceDN w:val="0"/>
        <w:rPr>
          <w:color w:val="000000"/>
          <w:lang w:eastAsia="ko-KR"/>
        </w:rPr>
      </w:pPr>
    </w:p>
    <w:p w:rsidR="00CA5458" w:rsidRPr="00674E7D" w:rsidRDefault="00CA5458" w:rsidP="00674E7D">
      <w:pPr>
        <w:widowControl w:val="0"/>
        <w:autoSpaceDE w:val="0"/>
        <w:autoSpaceDN w:val="0"/>
        <w:rPr>
          <w:color w:val="000000"/>
          <w:lang w:eastAsia="ko-KR"/>
        </w:rPr>
      </w:pPr>
    </w:p>
    <w:p w:rsidR="00CA5458" w:rsidRPr="00674E7D" w:rsidRDefault="00CA5458" w:rsidP="00674E7D">
      <w:pPr>
        <w:widowControl w:val="0"/>
        <w:autoSpaceDE w:val="0"/>
        <w:autoSpaceDN w:val="0"/>
        <w:rPr>
          <w:color w:val="000000"/>
          <w:lang w:eastAsia="ko-KR"/>
        </w:rPr>
      </w:pPr>
      <w:r>
        <w:rPr>
          <w:color w:val="000000"/>
          <w:lang w:eastAsia="ko-KR"/>
        </w:rPr>
        <w:t>34</w:t>
      </w:r>
      <w:r w:rsidRPr="00674E7D">
        <w:rPr>
          <w:color w:val="000000"/>
          <w:lang w:eastAsia="ko-KR"/>
        </w:rPr>
        <w:t xml:space="preserve">. The existence of labor union </w:t>
      </w:r>
      <w:r>
        <w:rPr>
          <w:color w:val="000000"/>
          <w:lang w:eastAsia="ko-KR"/>
        </w:rPr>
        <w:t xml:space="preserve">has </w:t>
      </w:r>
      <w:r w:rsidRPr="00674E7D">
        <w:rPr>
          <w:color w:val="000000"/>
          <w:lang w:eastAsia="ko-KR"/>
        </w:rPr>
        <w:t>limit</w:t>
      </w:r>
      <w:r>
        <w:rPr>
          <w:color w:val="000000"/>
          <w:lang w:eastAsia="ko-KR"/>
        </w:rPr>
        <w:t>ed</w:t>
      </w:r>
      <w:r w:rsidRPr="00674E7D">
        <w:rPr>
          <w:color w:val="000000"/>
          <w:lang w:eastAsia="ko-KR"/>
        </w:rPr>
        <w:t xml:space="preserve"> the use of welfare practices by companies. </w:t>
      </w:r>
      <w:r>
        <w:rPr>
          <w:color w:val="000000"/>
          <w:lang w:eastAsia="ko-KR"/>
        </w:rPr>
        <w:t>(Origins of Employee Benefits)</w:t>
      </w:r>
    </w:p>
    <w:p w:rsidR="00CA5458" w:rsidRPr="00674E7D" w:rsidRDefault="00CA5458" w:rsidP="00674E7D">
      <w:pPr>
        <w:widowControl w:val="0"/>
        <w:autoSpaceDE w:val="0"/>
        <w:autoSpaceDN w:val="0"/>
        <w:rPr>
          <w:b/>
          <w:color w:val="000000"/>
          <w:u w:val="single"/>
          <w:lang w:eastAsia="ko-KR"/>
        </w:rPr>
      </w:pPr>
      <w:r w:rsidRPr="00674E7D">
        <w:rPr>
          <w:b/>
          <w:color w:val="000000"/>
          <w:u w:val="single"/>
          <w:lang w:eastAsia="ko-KR"/>
        </w:rPr>
        <w:t>FALSE</w:t>
      </w:r>
    </w:p>
    <w:p w:rsidR="00CA5458" w:rsidRDefault="00CA5458" w:rsidP="00674E7D">
      <w:pPr>
        <w:widowControl w:val="0"/>
        <w:autoSpaceDE w:val="0"/>
        <w:autoSpaceDN w:val="0"/>
        <w:rPr>
          <w:color w:val="000000"/>
        </w:rPr>
      </w:pPr>
    </w:p>
    <w:p w:rsidR="00CA5458" w:rsidRPr="00674E7D" w:rsidRDefault="00CA5458" w:rsidP="00674E7D">
      <w:pPr>
        <w:widowControl w:val="0"/>
        <w:autoSpaceDE w:val="0"/>
        <w:autoSpaceDN w:val="0"/>
        <w:rPr>
          <w:color w:val="000000"/>
        </w:rPr>
      </w:pPr>
      <w:r>
        <w:rPr>
          <w:color w:val="000000"/>
        </w:rPr>
        <w:br w:type="page"/>
      </w:r>
      <w:r w:rsidRPr="00674E7D">
        <w:rPr>
          <w:b/>
          <w:bCs/>
          <w:color w:val="000000"/>
        </w:rPr>
        <w:t>Multiple Choice Questions</w:t>
      </w:r>
      <w:r w:rsidRPr="00674E7D">
        <w:rPr>
          <w:color w:val="000000"/>
        </w:rPr>
        <w:br/>
        <w:t> </w:t>
      </w:r>
    </w:p>
    <w:p w:rsidR="00CA5458" w:rsidRDefault="00CA5458" w:rsidP="00F14D9B">
      <w:pPr>
        <w:keepNext/>
        <w:keepLines/>
        <w:widowControl w:val="0"/>
        <w:autoSpaceDE w:val="0"/>
        <w:autoSpaceDN w:val="0"/>
        <w:spacing w:before="319" w:after="319"/>
        <w:rPr>
          <w:color w:val="000000"/>
          <w:lang w:eastAsia="ko-KR"/>
        </w:rPr>
      </w:pPr>
      <w:r>
        <w:rPr>
          <w:color w:val="000000"/>
          <w:lang w:eastAsia="ko-KR"/>
        </w:rPr>
        <w:t>35. Which is the following is NOT the reason for companies to adopt various benefits plans? (Defining and Exploring Employee Benefits)</w:t>
      </w:r>
    </w:p>
    <w:p w:rsidR="00CA5458" w:rsidRPr="007856E1" w:rsidRDefault="00CA5458" w:rsidP="00F14D9B">
      <w:pPr>
        <w:keepNext/>
        <w:keepLines/>
        <w:widowControl w:val="0"/>
        <w:autoSpaceDE w:val="0"/>
        <w:autoSpaceDN w:val="0"/>
        <w:spacing w:before="319" w:after="319"/>
        <w:rPr>
          <w:color w:val="000000"/>
          <w:lang w:eastAsia="ko-KR"/>
        </w:rPr>
      </w:pPr>
      <w:r w:rsidRPr="007856E1">
        <w:rPr>
          <w:color w:val="808080"/>
        </w:rPr>
        <w:t>A.</w:t>
      </w:r>
      <w:r w:rsidRPr="007856E1">
        <w:rPr>
          <w:color w:val="000000"/>
        </w:rPr>
        <w:t> </w:t>
      </w:r>
      <w:r w:rsidRPr="007856E1">
        <w:rPr>
          <w:color w:val="000000"/>
          <w:lang w:eastAsia="ko-KR"/>
        </w:rPr>
        <w:t>Government regulation/mandates</w:t>
      </w:r>
      <w:r w:rsidRPr="007856E1">
        <w:rPr>
          <w:color w:val="000000"/>
        </w:rPr>
        <w:br/>
      </w:r>
      <w:r w:rsidRPr="007856E1">
        <w:rPr>
          <w:bCs/>
          <w:color w:val="808080"/>
        </w:rPr>
        <w:t>B</w:t>
      </w:r>
      <w:r w:rsidRPr="007856E1">
        <w:rPr>
          <w:bCs/>
          <w:color w:val="000000"/>
        </w:rPr>
        <w:t>.</w:t>
      </w:r>
      <w:r w:rsidRPr="007856E1">
        <w:rPr>
          <w:color w:val="000000"/>
        </w:rPr>
        <w:t> Favorable tax treatments</w:t>
      </w:r>
      <w:r w:rsidRPr="007856E1">
        <w:rPr>
          <w:color w:val="000000"/>
        </w:rPr>
        <w:br/>
      </w:r>
      <w:r w:rsidRPr="007856E1">
        <w:rPr>
          <w:color w:val="808080"/>
        </w:rPr>
        <w:t>C.</w:t>
      </w:r>
      <w:r w:rsidRPr="007856E1">
        <w:rPr>
          <w:color w:val="000000"/>
        </w:rPr>
        <w:t xml:space="preserve"> Attracting and retaining best employees </w:t>
      </w:r>
      <w:r w:rsidRPr="007856E1">
        <w:rPr>
          <w:color w:val="000000"/>
        </w:rPr>
        <w:br/>
      </w:r>
      <w:r w:rsidRPr="007856E1">
        <w:rPr>
          <w:b/>
          <w:u w:val="single"/>
        </w:rPr>
        <w:t>D</w:t>
      </w:r>
      <w:r w:rsidRPr="007856E1">
        <w:rPr>
          <w:b/>
          <w:color w:val="808080"/>
          <w:u w:val="single"/>
        </w:rPr>
        <w:t>.</w:t>
      </w:r>
      <w:r w:rsidRPr="007856E1">
        <w:rPr>
          <w:color w:val="000000"/>
        </w:rPr>
        <w:t xml:space="preserve"> Reducing labor cost </w:t>
      </w:r>
    </w:p>
    <w:p w:rsidR="00CA5458" w:rsidRPr="00F14D9B" w:rsidRDefault="00CA5458" w:rsidP="00674E7D">
      <w:pPr>
        <w:keepNext/>
        <w:keepLines/>
        <w:widowControl w:val="0"/>
        <w:autoSpaceDE w:val="0"/>
        <w:autoSpaceDN w:val="0"/>
        <w:spacing w:before="319" w:after="319"/>
        <w:rPr>
          <w:color w:val="000000"/>
          <w:lang w:eastAsia="ko-KR"/>
        </w:rPr>
      </w:pPr>
    </w:p>
    <w:p w:rsidR="00CA5458" w:rsidRPr="00674E7D" w:rsidRDefault="00CA5458" w:rsidP="00674E7D">
      <w:pPr>
        <w:keepNext/>
        <w:keepLines/>
        <w:widowControl w:val="0"/>
        <w:autoSpaceDE w:val="0"/>
        <w:autoSpaceDN w:val="0"/>
        <w:spacing w:before="319" w:after="319"/>
        <w:rPr>
          <w:color w:val="000000"/>
        </w:rPr>
      </w:pPr>
      <w:r w:rsidRPr="00674E7D">
        <w:rPr>
          <w:color w:val="000000"/>
        </w:rPr>
        <w:t>3</w:t>
      </w:r>
      <w:r>
        <w:rPr>
          <w:color w:val="000000"/>
        </w:rPr>
        <w:t>6</w:t>
      </w:r>
      <w:r w:rsidRPr="00674E7D">
        <w:rPr>
          <w:color w:val="000000"/>
        </w:rPr>
        <w:t>. What is another name for a pay-for-knowledge plan? </w:t>
      </w:r>
      <w:r>
        <w:rPr>
          <w:color w:val="000000"/>
          <w:lang w:eastAsia="ko-KR"/>
        </w:rPr>
        <w:t>(Adjustments to Core Compensation)</w:t>
      </w:r>
      <w:r w:rsidRPr="00674E7D">
        <w:rPr>
          <w:color w:val="000000"/>
        </w:rPr>
        <w:br/>
      </w:r>
      <w:r w:rsidRPr="00674E7D">
        <w:rPr>
          <w:color w:val="808080"/>
        </w:rPr>
        <w:t>A.</w:t>
      </w:r>
      <w:r>
        <w:rPr>
          <w:color w:val="000000"/>
        </w:rPr>
        <w:t> Merit-</w:t>
      </w:r>
      <w:r w:rsidRPr="00674E7D">
        <w:rPr>
          <w:color w:val="000000"/>
        </w:rPr>
        <w:t>pay</w:t>
      </w:r>
      <w:r w:rsidRPr="00674E7D">
        <w:rPr>
          <w:color w:val="000000"/>
        </w:rPr>
        <w:br/>
      </w:r>
      <w:r w:rsidRPr="00674E7D">
        <w:rPr>
          <w:b/>
          <w:bCs/>
          <w:color w:val="000000"/>
          <w:u w:val="single"/>
        </w:rPr>
        <w:t>B.</w:t>
      </w:r>
      <w:r w:rsidRPr="00674E7D">
        <w:rPr>
          <w:color w:val="000000"/>
        </w:rPr>
        <w:t> Person-focused pay</w:t>
      </w:r>
      <w:r w:rsidRPr="00674E7D">
        <w:rPr>
          <w:color w:val="000000"/>
        </w:rPr>
        <w:br/>
      </w:r>
      <w:r w:rsidRPr="00674E7D">
        <w:rPr>
          <w:color w:val="808080"/>
        </w:rPr>
        <w:t>C.</w:t>
      </w:r>
      <w:r w:rsidRPr="00674E7D">
        <w:rPr>
          <w:color w:val="000000"/>
        </w:rPr>
        <w:t> </w:t>
      </w:r>
      <w:r>
        <w:rPr>
          <w:color w:val="000000"/>
        </w:rPr>
        <w:t>Seniority-pay</w:t>
      </w:r>
      <w:r w:rsidRPr="00674E7D">
        <w:rPr>
          <w:color w:val="000000"/>
        </w:rPr>
        <w:br/>
      </w:r>
      <w:r w:rsidRPr="00674E7D">
        <w:rPr>
          <w:color w:val="808080"/>
        </w:rPr>
        <w:t>D.</w:t>
      </w:r>
      <w:r>
        <w:rPr>
          <w:color w:val="000000"/>
        </w:rPr>
        <w:t> Incentive-</w:t>
      </w:r>
      <w:r w:rsidRPr="00674E7D">
        <w:rPr>
          <w:color w:val="000000"/>
        </w:rPr>
        <w:t>pay</w:t>
      </w:r>
    </w:p>
    <w:p w:rsidR="00CA5458" w:rsidRPr="00674E7D" w:rsidRDefault="00CA5458" w:rsidP="00674E7D">
      <w:pPr>
        <w:keepLines/>
        <w:widowControl w:val="0"/>
        <w:autoSpaceDE w:val="0"/>
        <w:autoSpaceDN w:val="0"/>
        <w:rPr>
          <w:color w:val="000000"/>
          <w:lang w:eastAsia="ko-KR"/>
        </w:rPr>
      </w:pPr>
      <w:r w:rsidRPr="00674E7D">
        <w:rPr>
          <w:color w:val="000000"/>
        </w:rPr>
        <w:t> </w:t>
      </w:r>
    </w:p>
    <w:p w:rsidR="00CA5458" w:rsidRPr="00674E7D" w:rsidRDefault="00CA5458" w:rsidP="00674E7D">
      <w:pPr>
        <w:keepNext/>
        <w:keepLines/>
        <w:widowControl w:val="0"/>
        <w:autoSpaceDE w:val="0"/>
        <w:autoSpaceDN w:val="0"/>
        <w:spacing w:before="319" w:after="319"/>
        <w:rPr>
          <w:color w:val="000000"/>
        </w:rPr>
      </w:pPr>
      <w:r>
        <w:rPr>
          <w:color w:val="000000"/>
        </w:rPr>
        <w:t>37</w:t>
      </w:r>
      <w:r w:rsidRPr="00674E7D">
        <w:rPr>
          <w:color w:val="000000"/>
        </w:rPr>
        <w:t>. Discretionary benefits can be categorized into programs that </w:t>
      </w:r>
      <w:r>
        <w:rPr>
          <w:color w:val="000000"/>
          <w:lang w:eastAsia="ko-KR"/>
        </w:rPr>
        <w:t>(Discretionary Benefits)</w:t>
      </w:r>
      <w:r w:rsidRPr="00674E7D">
        <w:rPr>
          <w:color w:val="000000"/>
        </w:rPr>
        <w:br/>
      </w:r>
      <w:r w:rsidRPr="00674E7D">
        <w:rPr>
          <w:color w:val="808080"/>
        </w:rPr>
        <w:t>A.</w:t>
      </w:r>
      <w:r w:rsidRPr="00674E7D">
        <w:rPr>
          <w:color w:val="000000"/>
        </w:rPr>
        <w:t> Protect health and income, provide job security, provide accommodation and enhancement benefits</w:t>
      </w:r>
      <w:r w:rsidRPr="00674E7D">
        <w:rPr>
          <w:color w:val="000000"/>
        </w:rPr>
        <w:br/>
      </w:r>
      <w:r w:rsidRPr="00674E7D">
        <w:rPr>
          <w:color w:val="808080"/>
        </w:rPr>
        <w:t>B.</w:t>
      </w:r>
      <w:r w:rsidRPr="00674E7D">
        <w:rPr>
          <w:color w:val="000000"/>
        </w:rPr>
        <w:t> Provide job security, protect health and income, allow for paid time-off</w:t>
      </w:r>
      <w:r w:rsidRPr="00674E7D">
        <w:rPr>
          <w:color w:val="000000"/>
        </w:rPr>
        <w:br/>
      </w:r>
      <w:r w:rsidRPr="00674E7D">
        <w:rPr>
          <w:b/>
          <w:bCs/>
          <w:color w:val="000000"/>
          <w:u w:val="single"/>
        </w:rPr>
        <w:t>C.</w:t>
      </w:r>
      <w:r w:rsidRPr="00674E7D">
        <w:rPr>
          <w:color w:val="000000"/>
        </w:rPr>
        <w:t> Protect health and income, allow for paid time-off, provide accommodation and enhancement benefits</w:t>
      </w:r>
      <w:r w:rsidRPr="00674E7D">
        <w:rPr>
          <w:color w:val="000000"/>
        </w:rPr>
        <w:br/>
      </w:r>
      <w:r w:rsidRPr="00674E7D">
        <w:rPr>
          <w:color w:val="808080"/>
        </w:rPr>
        <w:t>D.</w:t>
      </w:r>
      <w:r w:rsidRPr="00674E7D">
        <w:rPr>
          <w:color w:val="000000"/>
        </w:rPr>
        <w:t> Provide job security, allow for paid time-off, provide accommodation and enhancement benefits</w:t>
      </w:r>
    </w:p>
    <w:p w:rsidR="00CA5458" w:rsidRDefault="00CA5458" w:rsidP="00674E7D">
      <w:pPr>
        <w:keepLines/>
        <w:widowControl w:val="0"/>
        <w:autoSpaceDE w:val="0"/>
        <w:autoSpaceDN w:val="0"/>
        <w:rPr>
          <w:color w:val="000000"/>
        </w:rPr>
      </w:pPr>
    </w:p>
    <w:p w:rsidR="00CA5458" w:rsidRPr="00674E7D" w:rsidRDefault="00CA5458" w:rsidP="007856E1">
      <w:pPr>
        <w:keepNext/>
        <w:keepLines/>
        <w:widowControl w:val="0"/>
        <w:autoSpaceDE w:val="0"/>
        <w:autoSpaceDN w:val="0"/>
        <w:spacing w:before="319" w:after="319"/>
        <w:rPr>
          <w:color w:val="000000"/>
        </w:rPr>
      </w:pPr>
      <w:r>
        <w:rPr>
          <w:color w:val="000000"/>
        </w:rPr>
        <w:t>38</w:t>
      </w:r>
      <w:r w:rsidRPr="00674E7D">
        <w:rPr>
          <w:color w:val="000000"/>
        </w:rPr>
        <w:t>. </w:t>
      </w:r>
      <w:r>
        <w:rPr>
          <w:color w:val="000000"/>
        </w:rPr>
        <w:t>Which is the following is NOT the element of discretionary benefits</w:t>
      </w:r>
      <w:r w:rsidRPr="00674E7D">
        <w:rPr>
          <w:color w:val="000000"/>
        </w:rPr>
        <w:t>? </w:t>
      </w:r>
      <w:r>
        <w:rPr>
          <w:color w:val="000000"/>
          <w:lang w:eastAsia="ko-KR"/>
        </w:rPr>
        <w:t>(Discretionary Benefits)</w:t>
      </w:r>
      <w:r w:rsidRPr="00674E7D">
        <w:rPr>
          <w:color w:val="000000"/>
        </w:rPr>
        <w:br/>
      </w:r>
      <w:r w:rsidRPr="00674E7D">
        <w:rPr>
          <w:color w:val="808080"/>
        </w:rPr>
        <w:t>A.</w:t>
      </w:r>
      <w:r>
        <w:rPr>
          <w:color w:val="000000"/>
        </w:rPr>
        <w:t xml:space="preserve"> Retirement plans </w:t>
      </w:r>
      <w:r w:rsidRPr="00674E7D">
        <w:rPr>
          <w:color w:val="000000"/>
        </w:rPr>
        <w:br/>
      </w:r>
      <w:r w:rsidRPr="00674E7D">
        <w:rPr>
          <w:b/>
          <w:bCs/>
          <w:color w:val="000000"/>
          <w:u w:val="single"/>
        </w:rPr>
        <w:t>B.</w:t>
      </w:r>
      <w:r>
        <w:rPr>
          <w:color w:val="000000"/>
        </w:rPr>
        <w:t> Workers’ compensation</w:t>
      </w:r>
      <w:r w:rsidRPr="00674E7D">
        <w:rPr>
          <w:color w:val="000000"/>
        </w:rPr>
        <w:br/>
      </w:r>
      <w:r w:rsidRPr="00674E7D">
        <w:rPr>
          <w:color w:val="808080"/>
        </w:rPr>
        <w:t>C.</w:t>
      </w:r>
      <w:r>
        <w:rPr>
          <w:color w:val="000000"/>
        </w:rPr>
        <w:t> Health insurance</w:t>
      </w:r>
      <w:r w:rsidRPr="00674E7D">
        <w:rPr>
          <w:color w:val="000000"/>
        </w:rPr>
        <w:br/>
      </w:r>
      <w:r w:rsidRPr="00674E7D">
        <w:rPr>
          <w:color w:val="808080"/>
        </w:rPr>
        <w:t>D.</w:t>
      </w:r>
      <w:r>
        <w:rPr>
          <w:color w:val="000000"/>
        </w:rPr>
        <w:t> Paid vacations</w:t>
      </w:r>
    </w:p>
    <w:p w:rsidR="00CA5458" w:rsidRDefault="00CA5458" w:rsidP="00EB7AE8">
      <w:pPr>
        <w:keepLines/>
        <w:widowControl w:val="0"/>
        <w:autoSpaceDE w:val="0"/>
        <w:autoSpaceDN w:val="0"/>
        <w:rPr>
          <w:color w:val="000000"/>
        </w:rPr>
      </w:pPr>
    </w:p>
    <w:p w:rsidR="00CA5458" w:rsidRDefault="00CA5458" w:rsidP="00EB7AE8">
      <w:pPr>
        <w:keepLines/>
        <w:widowControl w:val="0"/>
        <w:autoSpaceDE w:val="0"/>
        <w:autoSpaceDN w:val="0"/>
        <w:rPr>
          <w:color w:val="000000"/>
        </w:rPr>
      </w:pPr>
      <w:r>
        <w:rPr>
          <w:color w:val="000000"/>
        </w:rPr>
        <w:br w:type="page"/>
      </w:r>
    </w:p>
    <w:p w:rsidR="00CA5458" w:rsidRPr="00674E7D" w:rsidRDefault="00CA5458" w:rsidP="00EB7AE8">
      <w:pPr>
        <w:keepLines/>
        <w:widowControl w:val="0"/>
        <w:autoSpaceDE w:val="0"/>
        <w:autoSpaceDN w:val="0"/>
        <w:rPr>
          <w:color w:val="000000"/>
        </w:rPr>
      </w:pPr>
      <w:r w:rsidRPr="00674E7D">
        <w:rPr>
          <w:color w:val="000000"/>
        </w:rPr>
        <w:t> </w:t>
      </w:r>
      <w:r>
        <w:rPr>
          <w:color w:val="000000"/>
        </w:rPr>
        <w:t>39</w:t>
      </w:r>
      <w:r w:rsidRPr="00674E7D">
        <w:rPr>
          <w:color w:val="000000"/>
        </w:rPr>
        <w:t>. Which two are the possible approaches that can be used in strategic benefits planning? </w:t>
      </w:r>
      <w:r>
        <w:rPr>
          <w:color w:val="000000"/>
          <w:lang w:eastAsia="ko-KR"/>
        </w:rPr>
        <w:t>(Approaches to Strategic Benefit Planning)</w:t>
      </w:r>
      <w:r w:rsidRPr="00674E7D">
        <w:rPr>
          <w:color w:val="000000"/>
        </w:rPr>
        <w:br/>
      </w:r>
      <w:r w:rsidRPr="00674E7D">
        <w:rPr>
          <w:color w:val="808080"/>
        </w:rPr>
        <w:t>A.</w:t>
      </w:r>
      <w:r w:rsidRPr="00674E7D">
        <w:rPr>
          <w:color w:val="000000"/>
        </w:rPr>
        <w:t> Backing-out &amp; top-down</w:t>
      </w:r>
      <w:r w:rsidRPr="00674E7D">
        <w:rPr>
          <w:color w:val="000000"/>
        </w:rPr>
        <w:br/>
      </w:r>
      <w:r w:rsidRPr="00674E7D">
        <w:rPr>
          <w:b/>
          <w:bCs/>
          <w:color w:val="000000"/>
          <w:u w:val="single"/>
        </w:rPr>
        <w:t>B.</w:t>
      </w:r>
      <w:r w:rsidRPr="00674E7D">
        <w:rPr>
          <w:color w:val="000000"/>
        </w:rPr>
        <w:t> Top-down &amp;backing -in</w:t>
      </w:r>
      <w:r w:rsidRPr="00674E7D">
        <w:rPr>
          <w:color w:val="000000"/>
        </w:rPr>
        <w:br/>
      </w:r>
      <w:r w:rsidRPr="00674E7D">
        <w:rPr>
          <w:color w:val="808080"/>
        </w:rPr>
        <w:t>C.</w:t>
      </w:r>
      <w:r w:rsidRPr="00674E7D">
        <w:rPr>
          <w:color w:val="000000"/>
        </w:rPr>
        <w:t> Backing-up &amp; top-in</w:t>
      </w:r>
      <w:r w:rsidRPr="00674E7D">
        <w:rPr>
          <w:color w:val="000000"/>
        </w:rPr>
        <w:br/>
      </w:r>
      <w:r w:rsidRPr="00674E7D">
        <w:rPr>
          <w:color w:val="808080"/>
        </w:rPr>
        <w:t>D.</w:t>
      </w:r>
      <w:r w:rsidRPr="00674E7D">
        <w:rPr>
          <w:color w:val="000000"/>
        </w:rPr>
        <w:t> Backing-down &amp; top-in</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color w:val="000000"/>
        </w:rPr>
      </w:pPr>
      <w:r>
        <w:rPr>
          <w:color w:val="000000"/>
        </w:rPr>
        <w:t>40</w:t>
      </w:r>
      <w:r w:rsidRPr="00674E7D">
        <w:rPr>
          <w:color w:val="000000"/>
        </w:rPr>
        <w:t>. These two federal laws form the basis for legally required benefits. </w:t>
      </w:r>
      <w:r>
        <w:rPr>
          <w:color w:val="000000"/>
          <w:lang w:eastAsia="ko-KR"/>
        </w:rPr>
        <w:t>(Legally Required Benefits)</w:t>
      </w:r>
      <w:r w:rsidRPr="00674E7D">
        <w:rPr>
          <w:color w:val="000000"/>
        </w:rPr>
        <w:br/>
      </w:r>
      <w:r w:rsidRPr="00674E7D">
        <w:rPr>
          <w:color w:val="808080"/>
        </w:rPr>
        <w:t>A.</w:t>
      </w:r>
      <w:r w:rsidRPr="00674E7D">
        <w:rPr>
          <w:color w:val="000000"/>
        </w:rPr>
        <w:t> Social Security Act &amp; Civil Rights Act</w:t>
      </w:r>
      <w:r w:rsidRPr="00674E7D">
        <w:rPr>
          <w:color w:val="000000"/>
        </w:rPr>
        <w:br/>
      </w:r>
      <w:r w:rsidRPr="00674E7D">
        <w:rPr>
          <w:color w:val="808080"/>
        </w:rPr>
        <w:t>B.</w:t>
      </w:r>
      <w:r w:rsidRPr="00674E7D">
        <w:rPr>
          <w:color w:val="000000"/>
        </w:rPr>
        <w:t> Family and Medical Leave Act &amp; Civil Rights Act</w:t>
      </w:r>
      <w:r w:rsidRPr="00674E7D">
        <w:rPr>
          <w:color w:val="000000"/>
        </w:rPr>
        <w:br/>
      </w:r>
      <w:r w:rsidRPr="00674E7D">
        <w:rPr>
          <w:b/>
          <w:bCs/>
          <w:color w:val="000000"/>
          <w:u w:val="single"/>
        </w:rPr>
        <w:t>C.</w:t>
      </w:r>
      <w:r w:rsidRPr="00674E7D">
        <w:rPr>
          <w:color w:val="000000"/>
        </w:rPr>
        <w:t> Social Security Act &amp; Family and Medical Leave Act</w:t>
      </w:r>
      <w:r w:rsidRPr="00674E7D">
        <w:rPr>
          <w:color w:val="000000"/>
        </w:rPr>
        <w:br/>
      </w:r>
      <w:r w:rsidRPr="00674E7D">
        <w:rPr>
          <w:color w:val="808080"/>
        </w:rPr>
        <w:t>D.</w:t>
      </w:r>
      <w:r w:rsidRPr="00674E7D">
        <w:rPr>
          <w:color w:val="000000"/>
        </w:rPr>
        <w:t> Equal Employment Act &amp; Social Security Act</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color w:val="000000"/>
        </w:rPr>
      </w:pPr>
      <w:r w:rsidRPr="00674E7D">
        <w:rPr>
          <w:color w:val="000000"/>
        </w:rPr>
        <w:t>4</w:t>
      </w:r>
      <w:r>
        <w:rPr>
          <w:color w:val="000000"/>
        </w:rPr>
        <w:t>1</w:t>
      </w:r>
      <w:r w:rsidRPr="00674E7D">
        <w:rPr>
          <w:color w:val="000000"/>
        </w:rPr>
        <w:t>. Employer choice of discretionary benefits does not depend on: </w:t>
      </w:r>
      <w:r>
        <w:rPr>
          <w:color w:val="000000"/>
          <w:lang w:eastAsia="ko-KR"/>
        </w:rPr>
        <w:t>(Government Regulation of Employee Benefits)</w:t>
      </w:r>
      <w:r w:rsidRPr="00674E7D">
        <w:rPr>
          <w:color w:val="000000"/>
        </w:rPr>
        <w:br/>
      </w:r>
      <w:r w:rsidRPr="00674E7D">
        <w:rPr>
          <w:color w:val="808080"/>
        </w:rPr>
        <w:t>A.</w:t>
      </w:r>
      <w:r w:rsidRPr="00674E7D">
        <w:rPr>
          <w:color w:val="000000"/>
        </w:rPr>
        <w:t> Economic considerations</w:t>
      </w:r>
      <w:r w:rsidRPr="00674E7D">
        <w:rPr>
          <w:color w:val="000000"/>
        </w:rPr>
        <w:br/>
      </w:r>
      <w:r w:rsidRPr="00674E7D">
        <w:rPr>
          <w:color w:val="808080"/>
        </w:rPr>
        <w:t>B.</w:t>
      </w:r>
      <w:r w:rsidRPr="00674E7D">
        <w:rPr>
          <w:color w:val="000000"/>
        </w:rPr>
        <w:t> Adequacy of legally required benefits</w:t>
      </w:r>
      <w:r w:rsidRPr="00674E7D">
        <w:rPr>
          <w:color w:val="000000"/>
        </w:rPr>
        <w:br/>
      </w:r>
      <w:r w:rsidRPr="00674E7D">
        <w:rPr>
          <w:color w:val="808080"/>
        </w:rPr>
        <w:t>C.</w:t>
      </w:r>
      <w:r w:rsidRPr="00674E7D">
        <w:rPr>
          <w:color w:val="000000"/>
        </w:rPr>
        <w:t> Employee expectations</w:t>
      </w:r>
      <w:r w:rsidRPr="00674E7D">
        <w:rPr>
          <w:color w:val="000000"/>
        </w:rPr>
        <w:br/>
      </w:r>
      <w:r w:rsidRPr="00674E7D">
        <w:rPr>
          <w:b/>
          <w:bCs/>
          <w:color w:val="000000"/>
          <w:u w:val="single"/>
        </w:rPr>
        <w:t>D.</w:t>
      </w:r>
      <w:r w:rsidRPr="00674E7D">
        <w:rPr>
          <w:color w:val="000000"/>
        </w:rPr>
        <w:t> Government mandates</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color w:val="000000"/>
        </w:rPr>
      </w:pPr>
      <w:r w:rsidRPr="00674E7D">
        <w:rPr>
          <w:color w:val="000000"/>
        </w:rPr>
        <w:t>4</w:t>
      </w:r>
      <w:r>
        <w:rPr>
          <w:color w:val="000000"/>
        </w:rPr>
        <w:t>2</w:t>
      </w:r>
      <w:r w:rsidRPr="00674E7D">
        <w:rPr>
          <w:color w:val="000000"/>
        </w:rPr>
        <w:t>. The Family and Medical Leave Act (FMLA) permits employees which of the following? </w:t>
      </w:r>
      <w:r>
        <w:rPr>
          <w:color w:val="000000"/>
          <w:lang w:eastAsia="ko-KR"/>
        </w:rPr>
        <w:t>(The Family and Medical Leave Act of 1993)</w:t>
      </w:r>
      <w:r w:rsidRPr="00674E7D">
        <w:rPr>
          <w:color w:val="000000"/>
        </w:rPr>
        <w:br/>
      </w:r>
      <w:r w:rsidRPr="00674E7D">
        <w:rPr>
          <w:color w:val="808080"/>
        </w:rPr>
        <w:t>A.</w:t>
      </w:r>
      <w:r w:rsidRPr="00674E7D">
        <w:rPr>
          <w:color w:val="000000"/>
        </w:rPr>
        <w:t> 12 work weeks of paid leave during any 12-month period</w:t>
      </w:r>
      <w:r w:rsidRPr="00674E7D">
        <w:rPr>
          <w:color w:val="000000"/>
        </w:rPr>
        <w:br/>
      </w:r>
      <w:r w:rsidRPr="00674E7D">
        <w:rPr>
          <w:color w:val="808080"/>
        </w:rPr>
        <w:t>B.</w:t>
      </w:r>
      <w:r w:rsidRPr="00674E7D">
        <w:rPr>
          <w:color w:val="000000"/>
        </w:rPr>
        <w:t> 10 work weeks of paid leave during any 12-month period</w:t>
      </w:r>
      <w:r w:rsidRPr="00674E7D">
        <w:rPr>
          <w:color w:val="000000"/>
        </w:rPr>
        <w:br/>
      </w:r>
      <w:r w:rsidRPr="00674E7D">
        <w:rPr>
          <w:b/>
          <w:bCs/>
          <w:color w:val="000000"/>
          <w:u w:val="single"/>
        </w:rPr>
        <w:t>C.</w:t>
      </w:r>
      <w:r w:rsidRPr="00674E7D">
        <w:rPr>
          <w:color w:val="000000"/>
        </w:rPr>
        <w:t> 12 work weeks of unpaid leave during any 12-month period</w:t>
      </w:r>
      <w:r w:rsidRPr="00674E7D">
        <w:rPr>
          <w:color w:val="000000"/>
        </w:rPr>
        <w:br/>
      </w:r>
      <w:r w:rsidRPr="00674E7D">
        <w:rPr>
          <w:color w:val="808080"/>
        </w:rPr>
        <w:t>D.</w:t>
      </w:r>
      <w:r w:rsidRPr="00674E7D">
        <w:rPr>
          <w:color w:val="000000"/>
        </w:rPr>
        <w:t> 10 work weeks of unpaid leave during any 12-month period</w:t>
      </w:r>
    </w:p>
    <w:p w:rsidR="00CA5458" w:rsidRPr="00674E7D" w:rsidRDefault="00CA5458" w:rsidP="00674E7D">
      <w:pPr>
        <w:keepLines/>
        <w:widowControl w:val="0"/>
        <w:autoSpaceDE w:val="0"/>
        <w:autoSpaceDN w:val="0"/>
        <w:rPr>
          <w:color w:val="000000"/>
        </w:rPr>
      </w:pPr>
    </w:p>
    <w:p w:rsidR="00CA5458" w:rsidRPr="00674E7D" w:rsidRDefault="00CA5458" w:rsidP="00674E7D">
      <w:pPr>
        <w:keepNext/>
        <w:keepLines/>
        <w:widowControl w:val="0"/>
        <w:autoSpaceDE w:val="0"/>
        <w:autoSpaceDN w:val="0"/>
        <w:spacing w:before="319" w:after="319"/>
        <w:rPr>
          <w:color w:val="000000"/>
        </w:rPr>
      </w:pPr>
      <w:r w:rsidRPr="00674E7D">
        <w:rPr>
          <w:color w:val="000000"/>
        </w:rPr>
        <w:t>4</w:t>
      </w:r>
      <w:r>
        <w:rPr>
          <w:color w:val="000000"/>
        </w:rPr>
        <w:t>3</w:t>
      </w:r>
      <w:r w:rsidRPr="00674E7D">
        <w:rPr>
          <w:color w:val="000000"/>
        </w:rPr>
        <w:t>. Information for strategic benefits planning comes from these two environments. </w:t>
      </w:r>
      <w:r>
        <w:rPr>
          <w:color w:val="000000"/>
          <w:lang w:eastAsia="ko-KR"/>
        </w:rPr>
        <w:t>(Information Used in Strategic Benefit Planning)</w:t>
      </w:r>
      <w:r w:rsidRPr="00674E7D">
        <w:rPr>
          <w:color w:val="000000"/>
        </w:rPr>
        <w:br/>
      </w:r>
      <w:r w:rsidRPr="00674E7D">
        <w:rPr>
          <w:color w:val="808080"/>
        </w:rPr>
        <w:t>A.</w:t>
      </w:r>
      <w:r w:rsidRPr="00674E7D">
        <w:rPr>
          <w:color w:val="000000"/>
        </w:rPr>
        <w:t> External company &amp; internal market</w:t>
      </w:r>
      <w:r w:rsidRPr="00674E7D">
        <w:rPr>
          <w:color w:val="000000"/>
        </w:rPr>
        <w:br/>
      </w:r>
      <w:r w:rsidRPr="00674E7D">
        <w:rPr>
          <w:b/>
          <w:bCs/>
          <w:color w:val="000000"/>
          <w:u w:val="single"/>
        </w:rPr>
        <w:t>B.</w:t>
      </w:r>
      <w:r w:rsidRPr="00674E7D">
        <w:rPr>
          <w:color w:val="000000"/>
        </w:rPr>
        <w:t> External market &amp; internal company</w:t>
      </w:r>
      <w:r w:rsidRPr="00674E7D">
        <w:rPr>
          <w:color w:val="000000"/>
        </w:rPr>
        <w:br/>
      </w:r>
      <w:r w:rsidRPr="00674E7D">
        <w:rPr>
          <w:color w:val="808080"/>
        </w:rPr>
        <w:t>C.</w:t>
      </w:r>
      <w:r w:rsidRPr="00674E7D">
        <w:rPr>
          <w:color w:val="000000"/>
        </w:rPr>
        <w:t> Internal market &amp; external market</w:t>
      </w:r>
      <w:r w:rsidRPr="00674E7D">
        <w:rPr>
          <w:color w:val="000000"/>
        </w:rPr>
        <w:br/>
      </w:r>
      <w:r w:rsidRPr="00674E7D">
        <w:rPr>
          <w:color w:val="808080"/>
        </w:rPr>
        <w:t>D.</w:t>
      </w:r>
      <w:r w:rsidRPr="00674E7D">
        <w:rPr>
          <w:color w:val="000000"/>
        </w:rPr>
        <w:t> Internal company &amp; external company</w:t>
      </w:r>
    </w:p>
    <w:p w:rsidR="00CA5458"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Lines/>
        <w:widowControl w:val="0"/>
        <w:autoSpaceDE w:val="0"/>
        <w:autoSpaceDN w:val="0"/>
        <w:rPr>
          <w:color w:val="000000"/>
        </w:rPr>
      </w:pPr>
      <w:r>
        <w:rPr>
          <w:color w:val="000000"/>
        </w:rPr>
        <w:br w:type="page"/>
      </w:r>
    </w:p>
    <w:p w:rsidR="00CA5458" w:rsidRPr="00674E7D" w:rsidRDefault="00CA5458" w:rsidP="00674E7D">
      <w:pPr>
        <w:keepNext/>
        <w:keepLines/>
        <w:widowControl w:val="0"/>
        <w:autoSpaceDE w:val="0"/>
        <w:autoSpaceDN w:val="0"/>
        <w:spacing w:before="319" w:after="319"/>
        <w:rPr>
          <w:color w:val="000000"/>
        </w:rPr>
      </w:pPr>
      <w:r w:rsidRPr="00674E7D">
        <w:rPr>
          <w:color w:val="000000"/>
        </w:rPr>
        <w:t>4</w:t>
      </w:r>
      <w:r>
        <w:rPr>
          <w:color w:val="000000"/>
        </w:rPr>
        <w:t>4</w:t>
      </w:r>
      <w:r w:rsidRPr="00674E7D">
        <w:rPr>
          <w:color w:val="000000"/>
        </w:rPr>
        <w:t>. In which social context were workers' compensation laws enacted? </w:t>
      </w:r>
      <w:r>
        <w:rPr>
          <w:color w:val="000000"/>
          <w:lang w:eastAsia="ko-KR"/>
        </w:rPr>
        <w:t>(State Compulsory Disability Laws (Workers’ Compensation))</w:t>
      </w:r>
      <w:r w:rsidRPr="00674E7D">
        <w:rPr>
          <w:color w:val="000000"/>
        </w:rPr>
        <w:br/>
      </w:r>
      <w:r w:rsidRPr="00674E7D">
        <w:rPr>
          <w:color w:val="808080"/>
        </w:rPr>
        <w:t>A.</w:t>
      </w:r>
      <w:r w:rsidRPr="00674E7D">
        <w:rPr>
          <w:color w:val="000000"/>
        </w:rPr>
        <w:t> Post Depression</w:t>
      </w:r>
      <w:r w:rsidRPr="00674E7D">
        <w:rPr>
          <w:color w:val="000000"/>
        </w:rPr>
        <w:br/>
      </w:r>
      <w:r w:rsidRPr="00674E7D">
        <w:rPr>
          <w:color w:val="808080"/>
        </w:rPr>
        <w:t>B.</w:t>
      </w:r>
      <w:r w:rsidRPr="00674E7D">
        <w:rPr>
          <w:color w:val="000000"/>
        </w:rPr>
        <w:t> Post WWII</w:t>
      </w:r>
      <w:r w:rsidRPr="00674E7D">
        <w:rPr>
          <w:color w:val="000000"/>
        </w:rPr>
        <w:br/>
      </w:r>
      <w:r w:rsidRPr="00674E7D">
        <w:rPr>
          <w:b/>
          <w:bCs/>
          <w:color w:val="000000"/>
          <w:u w:val="single"/>
        </w:rPr>
        <w:t>C.</w:t>
      </w:r>
      <w:r w:rsidRPr="00674E7D">
        <w:rPr>
          <w:color w:val="000000"/>
        </w:rPr>
        <w:t> Industrial expansion in the early 1900s</w:t>
      </w:r>
      <w:r w:rsidRPr="00674E7D">
        <w:rPr>
          <w:color w:val="000000"/>
        </w:rPr>
        <w:br/>
      </w:r>
      <w:r w:rsidRPr="00674E7D">
        <w:rPr>
          <w:color w:val="808080"/>
        </w:rPr>
        <w:t>D.</w:t>
      </w:r>
      <w:r w:rsidRPr="00674E7D">
        <w:rPr>
          <w:color w:val="000000"/>
        </w:rPr>
        <w:t> Turn of the 20th century</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Lines/>
        <w:widowControl w:val="0"/>
        <w:autoSpaceDE w:val="0"/>
        <w:autoSpaceDN w:val="0"/>
        <w:rPr>
          <w:color w:val="000000"/>
          <w:lang w:eastAsia="ko-KR"/>
        </w:rPr>
      </w:pPr>
      <w:r w:rsidRPr="00674E7D">
        <w:rPr>
          <w:color w:val="000000"/>
        </w:rPr>
        <w:t> </w:t>
      </w:r>
    </w:p>
    <w:p w:rsidR="00CA5458" w:rsidRPr="00674E7D" w:rsidRDefault="00CA5458" w:rsidP="00674E7D">
      <w:pPr>
        <w:keepLines/>
        <w:widowControl w:val="0"/>
        <w:autoSpaceDE w:val="0"/>
        <w:autoSpaceDN w:val="0"/>
        <w:rPr>
          <w:color w:val="000000"/>
        </w:rPr>
      </w:pPr>
      <w:r w:rsidRPr="00674E7D">
        <w:rPr>
          <w:color w:val="000000"/>
        </w:rPr>
        <w:t>4</w:t>
      </w:r>
      <w:r>
        <w:rPr>
          <w:color w:val="000000"/>
        </w:rPr>
        <w:t>5</w:t>
      </w:r>
      <w:r w:rsidRPr="00674E7D">
        <w:rPr>
          <w:color w:val="000000"/>
        </w:rPr>
        <w:t>. What are the four main classes of health insurance programs that employers have to choose from to offer its' employees? </w:t>
      </w:r>
      <w:r>
        <w:rPr>
          <w:color w:val="000000"/>
          <w:lang w:eastAsia="ko-KR"/>
        </w:rPr>
        <w:t>(Health Protection Programs)</w:t>
      </w:r>
      <w:r w:rsidRPr="00674E7D">
        <w:rPr>
          <w:color w:val="000000"/>
        </w:rPr>
        <w:br/>
      </w:r>
      <w:r w:rsidRPr="00674E7D">
        <w:rPr>
          <w:b/>
          <w:bCs/>
          <w:color w:val="000000"/>
          <w:u w:val="single"/>
        </w:rPr>
        <w:t>A.</w:t>
      </w:r>
      <w:r w:rsidRPr="00674E7D">
        <w:rPr>
          <w:color w:val="000000"/>
        </w:rPr>
        <w:t> Fee-for-service plans, managed care plans, point-of-service plans, consumer-driven plans</w:t>
      </w:r>
      <w:r w:rsidRPr="00674E7D">
        <w:rPr>
          <w:color w:val="000000"/>
        </w:rPr>
        <w:br/>
      </w:r>
      <w:r w:rsidRPr="00674E7D">
        <w:rPr>
          <w:color w:val="808080"/>
        </w:rPr>
        <w:t>B.</w:t>
      </w:r>
      <w:r w:rsidRPr="00674E7D">
        <w:rPr>
          <w:color w:val="000000"/>
        </w:rPr>
        <w:t> Consumer-driven plans, point-of-service plans, managed care plans, fee-for-service plans, person-focused plans</w:t>
      </w:r>
      <w:r w:rsidRPr="00674E7D">
        <w:rPr>
          <w:color w:val="000000"/>
        </w:rPr>
        <w:br/>
      </w:r>
      <w:r w:rsidRPr="00674E7D">
        <w:rPr>
          <w:color w:val="808080"/>
        </w:rPr>
        <w:t>C.</w:t>
      </w:r>
      <w:r w:rsidRPr="00674E7D">
        <w:rPr>
          <w:color w:val="000000"/>
        </w:rPr>
        <w:t> Fee-for-service plans, person-focused plans, point-of-service plans, point-of-service plans</w:t>
      </w:r>
      <w:r w:rsidRPr="00674E7D">
        <w:rPr>
          <w:color w:val="000000"/>
        </w:rPr>
        <w:br/>
      </w:r>
      <w:r w:rsidRPr="00674E7D">
        <w:rPr>
          <w:color w:val="808080"/>
        </w:rPr>
        <w:t>D.</w:t>
      </w:r>
      <w:r w:rsidRPr="00674E7D">
        <w:rPr>
          <w:color w:val="000000"/>
        </w:rPr>
        <w:t> Point-of-service plans, consumer-driven plans, managed care plans, person-focused plans</w:t>
      </w:r>
    </w:p>
    <w:p w:rsidR="00CA5458" w:rsidRPr="00674E7D" w:rsidRDefault="00CA5458" w:rsidP="00674E7D">
      <w:pPr>
        <w:keepLines/>
        <w:widowControl w:val="0"/>
        <w:autoSpaceDE w:val="0"/>
        <w:autoSpaceDN w:val="0"/>
        <w:rPr>
          <w:color w:val="000000"/>
        </w:rPr>
      </w:pPr>
      <w:r w:rsidRPr="00674E7D">
        <w:rPr>
          <w:color w:val="000000"/>
        </w:rPr>
        <w:t> </w:t>
      </w:r>
    </w:p>
    <w:p w:rsidR="00CA5458" w:rsidRDefault="00CA5458" w:rsidP="00091D18">
      <w:pPr>
        <w:keepNext/>
        <w:keepLines/>
        <w:widowControl w:val="0"/>
        <w:autoSpaceDE w:val="0"/>
        <w:autoSpaceDN w:val="0"/>
        <w:spacing w:before="319" w:after="319"/>
        <w:rPr>
          <w:color w:val="000000"/>
        </w:rPr>
      </w:pPr>
      <w:r w:rsidRPr="00674E7D">
        <w:rPr>
          <w:color w:val="000000"/>
        </w:rPr>
        <w:t>4</w:t>
      </w:r>
      <w:r>
        <w:rPr>
          <w:color w:val="000000"/>
        </w:rPr>
        <w:t>6</w:t>
      </w:r>
      <w:r w:rsidRPr="00674E7D">
        <w:rPr>
          <w:color w:val="000000"/>
        </w:rPr>
        <w:t>. When the employee bears the entire costs of discretionary benefits it is referred to as which type of financing? </w:t>
      </w:r>
      <w:r>
        <w:rPr>
          <w:color w:val="000000"/>
          <w:lang w:eastAsia="ko-KR"/>
        </w:rPr>
        <w:t>(Basic Design Considerations for Discretionary Benefits)</w:t>
      </w:r>
      <w:r w:rsidRPr="00674E7D">
        <w:rPr>
          <w:color w:val="000000"/>
        </w:rPr>
        <w:br/>
      </w:r>
      <w:r w:rsidRPr="00674E7D">
        <w:rPr>
          <w:color w:val="808080"/>
        </w:rPr>
        <w:t>A.</w:t>
      </w:r>
      <w:r w:rsidRPr="00674E7D">
        <w:rPr>
          <w:color w:val="000000"/>
        </w:rPr>
        <w:t> Noncontributory</w:t>
      </w:r>
      <w:r w:rsidRPr="00674E7D">
        <w:rPr>
          <w:color w:val="000000"/>
        </w:rPr>
        <w:br/>
      </w:r>
      <w:r w:rsidRPr="00674E7D">
        <w:rPr>
          <w:color w:val="808080"/>
        </w:rPr>
        <w:t>B.</w:t>
      </w:r>
      <w:r w:rsidRPr="00674E7D">
        <w:rPr>
          <w:color w:val="000000"/>
        </w:rPr>
        <w:t> Contributory</w:t>
      </w:r>
      <w:r w:rsidRPr="00674E7D">
        <w:rPr>
          <w:color w:val="000000"/>
        </w:rPr>
        <w:br/>
      </w:r>
      <w:r w:rsidRPr="00674E7D">
        <w:rPr>
          <w:b/>
          <w:bCs/>
          <w:color w:val="000000"/>
          <w:u w:val="single"/>
        </w:rPr>
        <w:t>C.</w:t>
      </w:r>
      <w:r w:rsidRPr="00674E7D">
        <w:rPr>
          <w:color w:val="000000"/>
        </w:rPr>
        <w:t> Employee-financed</w:t>
      </w:r>
      <w:r w:rsidRPr="00674E7D">
        <w:rPr>
          <w:color w:val="000000"/>
        </w:rPr>
        <w:br/>
      </w:r>
      <w:r w:rsidRPr="00674E7D">
        <w:rPr>
          <w:color w:val="808080"/>
        </w:rPr>
        <w:t>D.</w:t>
      </w:r>
      <w:r w:rsidRPr="00674E7D">
        <w:rPr>
          <w:color w:val="000000"/>
        </w:rPr>
        <w:t> Employee-focused</w:t>
      </w:r>
    </w:p>
    <w:p w:rsidR="00CA5458" w:rsidRPr="00674E7D" w:rsidRDefault="00CA5458" w:rsidP="00091D18">
      <w:pPr>
        <w:keepNext/>
        <w:keepLines/>
        <w:widowControl w:val="0"/>
        <w:autoSpaceDE w:val="0"/>
        <w:autoSpaceDN w:val="0"/>
        <w:spacing w:before="319" w:after="319"/>
        <w:rPr>
          <w:color w:val="000000"/>
        </w:rPr>
      </w:pPr>
    </w:p>
    <w:p w:rsidR="00CA5458" w:rsidRPr="00674E7D" w:rsidRDefault="00CA5458" w:rsidP="00674E7D">
      <w:pPr>
        <w:keepNext/>
        <w:keepLines/>
        <w:widowControl w:val="0"/>
        <w:autoSpaceDE w:val="0"/>
        <w:autoSpaceDN w:val="0"/>
        <w:spacing w:before="319" w:after="319"/>
        <w:rPr>
          <w:color w:val="000000"/>
        </w:rPr>
      </w:pPr>
      <w:r>
        <w:rPr>
          <w:color w:val="000000"/>
        </w:rPr>
        <w:t>47</w:t>
      </w:r>
      <w:r w:rsidRPr="00674E7D">
        <w:rPr>
          <w:color w:val="000000"/>
        </w:rPr>
        <w:t>. Which of the following are considered the five core compensation elements? </w:t>
      </w:r>
      <w:r>
        <w:rPr>
          <w:color w:val="000000"/>
          <w:lang w:eastAsia="ko-KR"/>
        </w:rPr>
        <w:t>(Adjustments to Core Compensation)</w:t>
      </w:r>
      <w:r w:rsidRPr="00674E7D">
        <w:rPr>
          <w:color w:val="000000"/>
        </w:rPr>
        <w:br/>
      </w:r>
      <w:r w:rsidRPr="00674E7D">
        <w:rPr>
          <w:b/>
          <w:bCs/>
          <w:color w:val="000000"/>
          <w:u w:val="single"/>
        </w:rPr>
        <w:t>A.</w:t>
      </w:r>
      <w:r w:rsidRPr="00674E7D">
        <w:rPr>
          <w:color w:val="000000"/>
        </w:rPr>
        <w:t> COLAs, seniority pay, merit pay, incentive pay, person-focused pay</w:t>
      </w:r>
      <w:r w:rsidRPr="00674E7D">
        <w:rPr>
          <w:color w:val="000000"/>
        </w:rPr>
        <w:br/>
      </w:r>
      <w:r w:rsidRPr="00674E7D">
        <w:rPr>
          <w:color w:val="808080"/>
        </w:rPr>
        <w:t>B.</w:t>
      </w:r>
      <w:r w:rsidRPr="00674E7D">
        <w:rPr>
          <w:color w:val="000000"/>
        </w:rPr>
        <w:t> Merit pay, seniority pay, COLAs, incentive pay, base pay</w:t>
      </w:r>
      <w:r w:rsidRPr="00674E7D">
        <w:rPr>
          <w:color w:val="000000"/>
        </w:rPr>
        <w:br/>
      </w:r>
      <w:r w:rsidRPr="00674E7D">
        <w:rPr>
          <w:color w:val="808080"/>
        </w:rPr>
        <w:t>C.</w:t>
      </w:r>
      <w:r w:rsidRPr="00674E7D">
        <w:rPr>
          <w:color w:val="000000"/>
        </w:rPr>
        <w:t> Seniority pay, person-focused pay, incentive pay, base pay, COLAs</w:t>
      </w:r>
      <w:r w:rsidRPr="00674E7D">
        <w:rPr>
          <w:color w:val="000000"/>
        </w:rPr>
        <w:br/>
      </w:r>
      <w:r w:rsidRPr="00674E7D">
        <w:rPr>
          <w:color w:val="808080"/>
        </w:rPr>
        <w:t>D.</w:t>
      </w:r>
      <w:r w:rsidRPr="00674E7D">
        <w:rPr>
          <w:color w:val="000000"/>
        </w:rPr>
        <w:t> Base pay, person-focused pay, merit pay, incentive pay, seniority pay</w:t>
      </w:r>
    </w:p>
    <w:p w:rsidR="00CA5458"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Lines/>
        <w:widowControl w:val="0"/>
        <w:autoSpaceDE w:val="0"/>
        <w:autoSpaceDN w:val="0"/>
        <w:rPr>
          <w:color w:val="000000"/>
        </w:rPr>
      </w:pPr>
      <w:r>
        <w:rPr>
          <w:color w:val="000000"/>
        </w:rPr>
        <w:br w:type="page"/>
      </w:r>
    </w:p>
    <w:p w:rsidR="00CA5458" w:rsidRPr="00674E7D" w:rsidRDefault="00CA5458" w:rsidP="00674E7D">
      <w:pPr>
        <w:keepNext/>
        <w:keepLines/>
        <w:widowControl w:val="0"/>
        <w:autoSpaceDE w:val="0"/>
        <w:autoSpaceDN w:val="0"/>
        <w:spacing w:before="319" w:after="319"/>
        <w:rPr>
          <w:color w:val="000000"/>
        </w:rPr>
      </w:pPr>
      <w:r>
        <w:rPr>
          <w:color w:val="000000"/>
        </w:rPr>
        <w:t>48</w:t>
      </w:r>
      <w:r w:rsidRPr="00674E7D">
        <w:rPr>
          <w:color w:val="000000"/>
        </w:rPr>
        <w:t xml:space="preserve">. Which three are the three fundamental roles that characterize </w:t>
      </w:r>
      <w:r>
        <w:rPr>
          <w:color w:val="000000"/>
        </w:rPr>
        <w:t>discretionary</w:t>
      </w:r>
      <w:r w:rsidRPr="00674E7D">
        <w:rPr>
          <w:color w:val="000000"/>
        </w:rPr>
        <w:t xml:space="preserve"> benefits? </w:t>
      </w:r>
      <w:r>
        <w:rPr>
          <w:color w:val="000000"/>
          <w:lang w:eastAsia="ko-KR"/>
        </w:rPr>
        <w:t>(Discretionary Benefits)</w:t>
      </w:r>
      <w:r w:rsidRPr="00674E7D">
        <w:rPr>
          <w:color w:val="000000"/>
        </w:rPr>
        <w:br/>
      </w:r>
      <w:r w:rsidRPr="00674E7D">
        <w:rPr>
          <w:color w:val="808080"/>
        </w:rPr>
        <w:t>A.</w:t>
      </w:r>
      <w:r w:rsidRPr="00674E7D">
        <w:rPr>
          <w:color w:val="000000"/>
        </w:rPr>
        <w:t> Protection programs, paid time-off, retirement programs</w:t>
      </w:r>
      <w:r w:rsidRPr="00674E7D">
        <w:rPr>
          <w:color w:val="000000"/>
        </w:rPr>
        <w:br/>
      </w:r>
      <w:r w:rsidRPr="00091D18">
        <w:rPr>
          <w:b/>
          <w:bCs/>
          <w:color w:val="000000"/>
          <w:u w:val="single"/>
        </w:rPr>
        <w:t>B. </w:t>
      </w:r>
      <w:r w:rsidRPr="00674E7D">
        <w:rPr>
          <w:color w:val="000000"/>
        </w:rPr>
        <w:t>Protection programs, paid time-off, accommodation and enhancement programs</w:t>
      </w:r>
      <w:r w:rsidRPr="00674E7D">
        <w:rPr>
          <w:color w:val="000000"/>
        </w:rPr>
        <w:br/>
      </w:r>
      <w:r w:rsidRPr="00091D18">
        <w:rPr>
          <w:color w:val="808080"/>
        </w:rPr>
        <w:t>C. </w:t>
      </w:r>
      <w:r w:rsidRPr="00674E7D">
        <w:rPr>
          <w:color w:val="000000"/>
        </w:rPr>
        <w:t>Paid time-off, accommodation and enhancement programs, retirement programs</w:t>
      </w:r>
      <w:r w:rsidRPr="00674E7D">
        <w:rPr>
          <w:color w:val="000000"/>
        </w:rPr>
        <w:br/>
      </w:r>
      <w:r w:rsidRPr="00674E7D">
        <w:rPr>
          <w:color w:val="808080"/>
        </w:rPr>
        <w:t>D.</w:t>
      </w:r>
      <w:r w:rsidRPr="00674E7D">
        <w:rPr>
          <w:color w:val="000000"/>
        </w:rPr>
        <w:t> Retirement programs, protection programs and accommodation and enhancement programs</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color w:val="000000"/>
        </w:rPr>
      </w:pPr>
      <w:r>
        <w:rPr>
          <w:color w:val="000000"/>
        </w:rPr>
        <w:t>49</w:t>
      </w:r>
      <w:r w:rsidRPr="00674E7D">
        <w:rPr>
          <w:color w:val="000000"/>
        </w:rPr>
        <w:t>. Flexible benefits allow employees to do which of the following? </w:t>
      </w:r>
      <w:r>
        <w:rPr>
          <w:color w:val="000000"/>
          <w:lang w:eastAsia="ko-KR"/>
        </w:rPr>
        <w:t>(Basic Design Considerations for Discretionary Benefits)</w:t>
      </w:r>
      <w:r w:rsidRPr="00674E7D">
        <w:rPr>
          <w:color w:val="000000"/>
        </w:rPr>
        <w:br/>
      </w:r>
      <w:r w:rsidRPr="00674E7D">
        <w:rPr>
          <w:b/>
          <w:bCs/>
          <w:color w:val="000000"/>
          <w:u w:val="single"/>
        </w:rPr>
        <w:t>A.</w:t>
      </w:r>
      <w:r w:rsidRPr="00674E7D">
        <w:rPr>
          <w:color w:val="000000"/>
        </w:rPr>
        <w:t> Choose which benefits they want and at what level</w:t>
      </w:r>
      <w:r w:rsidRPr="00674E7D">
        <w:rPr>
          <w:color w:val="000000"/>
        </w:rPr>
        <w:br/>
      </w:r>
      <w:r w:rsidRPr="00674E7D">
        <w:rPr>
          <w:color w:val="808080"/>
        </w:rPr>
        <w:t>B.</w:t>
      </w:r>
      <w:r w:rsidRPr="00674E7D">
        <w:rPr>
          <w:color w:val="000000"/>
        </w:rPr>
        <w:t> Only choose the level of benefits they want</w:t>
      </w:r>
      <w:r w:rsidRPr="00674E7D">
        <w:rPr>
          <w:color w:val="000000"/>
        </w:rPr>
        <w:br/>
      </w:r>
      <w:r w:rsidRPr="00674E7D">
        <w:rPr>
          <w:color w:val="808080"/>
        </w:rPr>
        <w:t>C.</w:t>
      </w:r>
      <w:r w:rsidRPr="00674E7D">
        <w:rPr>
          <w:color w:val="000000"/>
        </w:rPr>
        <w:t> Only choose which benefits they want</w:t>
      </w:r>
      <w:r w:rsidRPr="00674E7D">
        <w:rPr>
          <w:color w:val="000000"/>
        </w:rPr>
        <w:br/>
      </w:r>
      <w:r w:rsidRPr="00674E7D">
        <w:rPr>
          <w:color w:val="808080"/>
        </w:rPr>
        <w:t>D.</w:t>
      </w:r>
      <w:r w:rsidRPr="00674E7D">
        <w:rPr>
          <w:color w:val="000000"/>
        </w:rPr>
        <w:t> Choose whether they want all base pay or pay and benefits</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color w:val="000000"/>
        </w:rPr>
      </w:pPr>
      <w:r w:rsidRPr="00674E7D">
        <w:rPr>
          <w:color w:val="000000"/>
        </w:rPr>
        <w:t>5</w:t>
      </w:r>
      <w:r>
        <w:rPr>
          <w:color w:val="000000"/>
        </w:rPr>
        <w:t>0</w:t>
      </w:r>
      <w:r w:rsidRPr="00674E7D">
        <w:rPr>
          <w:color w:val="000000"/>
        </w:rPr>
        <w:t>. Companies can generally choose from which four programs for financing their discretionary benefits plans. </w:t>
      </w:r>
      <w:r>
        <w:rPr>
          <w:color w:val="000000"/>
          <w:lang w:eastAsia="ko-KR"/>
        </w:rPr>
        <w:t>(Basic Design Considerations for Discretionary Benefits)</w:t>
      </w:r>
      <w:r w:rsidRPr="00674E7D">
        <w:rPr>
          <w:color w:val="000000"/>
        </w:rPr>
        <w:br/>
      </w:r>
      <w:r w:rsidRPr="00674E7D">
        <w:rPr>
          <w:b/>
          <w:bCs/>
          <w:color w:val="000000"/>
          <w:u w:val="single"/>
        </w:rPr>
        <w:t>A.</w:t>
      </w:r>
      <w:r w:rsidRPr="00674E7D">
        <w:rPr>
          <w:color w:val="000000"/>
        </w:rPr>
        <w:t> Noncontributory, contributory, employee-financed, a combination of the other three</w:t>
      </w:r>
      <w:r w:rsidRPr="00674E7D">
        <w:rPr>
          <w:color w:val="000000"/>
        </w:rPr>
        <w:br/>
      </w:r>
      <w:r w:rsidRPr="00674E7D">
        <w:rPr>
          <w:color w:val="808080"/>
        </w:rPr>
        <w:t>B.</w:t>
      </w:r>
      <w:r w:rsidRPr="00674E7D">
        <w:rPr>
          <w:color w:val="000000"/>
        </w:rPr>
        <w:t> Managed care, contributory, employee-financed, a combination of the other three</w:t>
      </w:r>
      <w:r w:rsidRPr="00674E7D">
        <w:rPr>
          <w:color w:val="000000"/>
        </w:rPr>
        <w:br/>
      </w:r>
      <w:r w:rsidRPr="00674E7D">
        <w:rPr>
          <w:color w:val="808080"/>
        </w:rPr>
        <w:t>C.</w:t>
      </w:r>
      <w:r w:rsidRPr="00674E7D">
        <w:rPr>
          <w:color w:val="000000"/>
        </w:rPr>
        <w:t> Employee-financed, contributory , managed care, a combination of the other three</w:t>
      </w:r>
      <w:r w:rsidRPr="00674E7D">
        <w:rPr>
          <w:color w:val="000000"/>
        </w:rPr>
        <w:br/>
      </w:r>
      <w:r w:rsidRPr="00674E7D">
        <w:rPr>
          <w:color w:val="808080"/>
        </w:rPr>
        <w:t>D.</w:t>
      </w:r>
      <w:r w:rsidRPr="00674E7D">
        <w:rPr>
          <w:color w:val="000000"/>
        </w:rPr>
        <w:t> Managed care, contributory, employee-financed, noncontributory</w:t>
      </w:r>
    </w:p>
    <w:p w:rsidR="00CA5458" w:rsidRPr="00674E7D" w:rsidRDefault="00CA5458" w:rsidP="00674E7D">
      <w:pPr>
        <w:keepLines/>
        <w:widowControl w:val="0"/>
        <w:autoSpaceDE w:val="0"/>
        <w:autoSpaceDN w:val="0"/>
        <w:rPr>
          <w:color w:val="000000"/>
          <w:lang w:eastAsia="ko-KR"/>
        </w:rPr>
      </w:pPr>
      <w:r w:rsidRPr="00674E7D">
        <w:rPr>
          <w:color w:val="000000"/>
        </w:rPr>
        <w:t> </w:t>
      </w:r>
    </w:p>
    <w:p w:rsidR="00CA5458" w:rsidRPr="00674E7D" w:rsidRDefault="00CA5458" w:rsidP="00674E7D">
      <w:pPr>
        <w:keepNext/>
        <w:keepLines/>
        <w:widowControl w:val="0"/>
        <w:autoSpaceDE w:val="0"/>
        <w:autoSpaceDN w:val="0"/>
        <w:spacing w:before="319" w:after="319"/>
        <w:rPr>
          <w:color w:val="000000"/>
        </w:rPr>
      </w:pPr>
      <w:r w:rsidRPr="00674E7D">
        <w:rPr>
          <w:color w:val="000000"/>
        </w:rPr>
        <w:t>5</w:t>
      </w:r>
      <w:r>
        <w:rPr>
          <w:color w:val="000000"/>
        </w:rPr>
        <w:t>1</w:t>
      </w:r>
      <w:r w:rsidRPr="00674E7D">
        <w:rPr>
          <w:color w:val="000000"/>
        </w:rPr>
        <w:t>. Commission payments are examples of which type of core compensation package? </w:t>
      </w:r>
      <w:r>
        <w:rPr>
          <w:color w:val="000000"/>
          <w:lang w:eastAsia="ko-KR"/>
        </w:rPr>
        <w:t>(Adjustments to Core Compensation)</w:t>
      </w:r>
      <w:r w:rsidRPr="00674E7D">
        <w:rPr>
          <w:color w:val="000000"/>
        </w:rPr>
        <w:br/>
      </w:r>
      <w:r w:rsidRPr="00674E7D">
        <w:rPr>
          <w:b/>
          <w:bCs/>
          <w:color w:val="000000"/>
          <w:u w:val="single"/>
        </w:rPr>
        <w:t>A.</w:t>
      </w:r>
      <w:r w:rsidRPr="00674E7D">
        <w:rPr>
          <w:color w:val="000000"/>
        </w:rPr>
        <w:t> Incentive pay</w:t>
      </w:r>
      <w:r w:rsidRPr="00674E7D">
        <w:rPr>
          <w:color w:val="000000"/>
        </w:rPr>
        <w:br/>
      </w:r>
      <w:r w:rsidRPr="00674E7D">
        <w:rPr>
          <w:color w:val="808080"/>
        </w:rPr>
        <w:t>B.</w:t>
      </w:r>
      <w:r w:rsidRPr="00674E7D">
        <w:rPr>
          <w:color w:val="000000"/>
        </w:rPr>
        <w:t> Merit pay</w:t>
      </w:r>
      <w:r w:rsidRPr="00674E7D">
        <w:rPr>
          <w:color w:val="000000"/>
        </w:rPr>
        <w:br/>
      </w:r>
      <w:r w:rsidRPr="00674E7D">
        <w:rPr>
          <w:color w:val="808080"/>
        </w:rPr>
        <w:t>C.</w:t>
      </w:r>
      <w:r w:rsidRPr="00674E7D">
        <w:rPr>
          <w:color w:val="000000"/>
        </w:rPr>
        <w:t> Person-focused pay</w:t>
      </w:r>
      <w:r w:rsidRPr="00674E7D">
        <w:rPr>
          <w:color w:val="000000"/>
        </w:rPr>
        <w:br/>
      </w:r>
      <w:r w:rsidRPr="00674E7D">
        <w:rPr>
          <w:color w:val="808080"/>
        </w:rPr>
        <w:t>D.</w:t>
      </w:r>
      <w:r w:rsidRPr="00674E7D">
        <w:rPr>
          <w:color w:val="000000"/>
        </w:rPr>
        <w:t> Seniority pay</w:t>
      </w:r>
    </w:p>
    <w:p w:rsidR="00CA5458"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Lines/>
        <w:widowControl w:val="0"/>
        <w:autoSpaceDE w:val="0"/>
        <w:autoSpaceDN w:val="0"/>
        <w:rPr>
          <w:color w:val="000000"/>
        </w:rPr>
      </w:pPr>
      <w:r>
        <w:rPr>
          <w:color w:val="000000"/>
        </w:rPr>
        <w:br w:type="page"/>
      </w:r>
    </w:p>
    <w:p w:rsidR="00CA5458" w:rsidRPr="00674E7D" w:rsidRDefault="00CA5458" w:rsidP="00674E7D">
      <w:pPr>
        <w:keepNext/>
        <w:keepLines/>
        <w:widowControl w:val="0"/>
        <w:autoSpaceDE w:val="0"/>
        <w:autoSpaceDN w:val="0"/>
        <w:spacing w:before="319" w:after="319"/>
        <w:rPr>
          <w:color w:val="000000"/>
        </w:rPr>
      </w:pPr>
      <w:r w:rsidRPr="00674E7D">
        <w:rPr>
          <w:color w:val="000000"/>
        </w:rPr>
        <w:t>5</w:t>
      </w:r>
      <w:r>
        <w:rPr>
          <w:color w:val="000000"/>
        </w:rPr>
        <w:t>2</w:t>
      </w:r>
      <w:r w:rsidRPr="00674E7D">
        <w:rPr>
          <w:color w:val="000000"/>
        </w:rPr>
        <w:t>. Which of the following are the three main types of retirement programs that companies can offer? </w:t>
      </w:r>
      <w:r>
        <w:rPr>
          <w:color w:val="000000"/>
          <w:lang w:eastAsia="ko-KR"/>
        </w:rPr>
        <w:t>(Income Protection Programs)</w:t>
      </w:r>
      <w:r w:rsidRPr="00674E7D">
        <w:rPr>
          <w:color w:val="000000"/>
        </w:rPr>
        <w:br/>
      </w:r>
      <w:r w:rsidRPr="00674E7D">
        <w:rPr>
          <w:color w:val="808080"/>
        </w:rPr>
        <w:t>A.</w:t>
      </w:r>
      <w:r w:rsidRPr="00674E7D">
        <w:rPr>
          <w:color w:val="000000"/>
        </w:rPr>
        <w:t> Employee-financed plans, defined benefits plans, hybrid plans</w:t>
      </w:r>
      <w:r w:rsidRPr="00674E7D">
        <w:rPr>
          <w:color w:val="000000"/>
        </w:rPr>
        <w:br/>
      </w:r>
      <w:r w:rsidRPr="00674E7D">
        <w:rPr>
          <w:color w:val="808080"/>
        </w:rPr>
        <w:t>B.</w:t>
      </w:r>
      <w:r w:rsidRPr="00674E7D">
        <w:rPr>
          <w:color w:val="000000"/>
        </w:rPr>
        <w:t> Hybrid plans defined contribution plans employee-financed plans</w:t>
      </w:r>
      <w:r w:rsidRPr="00674E7D">
        <w:rPr>
          <w:color w:val="000000"/>
        </w:rPr>
        <w:br/>
      </w:r>
      <w:r w:rsidRPr="00674E7D">
        <w:rPr>
          <w:color w:val="808080"/>
        </w:rPr>
        <w:t>C.</w:t>
      </w:r>
      <w:r w:rsidRPr="00674E7D">
        <w:rPr>
          <w:color w:val="000000"/>
        </w:rPr>
        <w:t> Defined contribution plans, employee-financed plans, defined benefits plans</w:t>
      </w:r>
      <w:r w:rsidRPr="00674E7D">
        <w:rPr>
          <w:color w:val="000000"/>
        </w:rPr>
        <w:br/>
      </w:r>
      <w:r w:rsidRPr="00674E7D">
        <w:rPr>
          <w:b/>
          <w:bCs/>
          <w:color w:val="000000"/>
          <w:u w:val="single"/>
        </w:rPr>
        <w:t>D.</w:t>
      </w:r>
      <w:r w:rsidRPr="00674E7D">
        <w:rPr>
          <w:color w:val="000000"/>
        </w:rPr>
        <w:t> Defined contribution plans, defined benefits plans, hybrid plans</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color w:val="000000"/>
        </w:rPr>
      </w:pPr>
      <w:r w:rsidRPr="00674E7D">
        <w:rPr>
          <w:color w:val="000000"/>
        </w:rPr>
        <w:t>5</w:t>
      </w:r>
      <w:r>
        <w:rPr>
          <w:color w:val="000000"/>
        </w:rPr>
        <w:t>3</w:t>
      </w:r>
      <w:r w:rsidRPr="00674E7D">
        <w:rPr>
          <w:color w:val="000000"/>
        </w:rPr>
        <w:t xml:space="preserve">. Which </w:t>
      </w:r>
      <w:r>
        <w:rPr>
          <w:color w:val="000000"/>
        </w:rPr>
        <w:t>two</w:t>
      </w:r>
      <w:r w:rsidRPr="00674E7D">
        <w:rPr>
          <w:color w:val="000000"/>
        </w:rPr>
        <w:t xml:space="preserve"> make up the internal environmental factors? </w:t>
      </w:r>
      <w:r>
        <w:rPr>
          <w:color w:val="000000"/>
          <w:lang w:eastAsia="ko-KR"/>
        </w:rPr>
        <w:t>(Internal Environment)</w:t>
      </w:r>
      <w:r w:rsidRPr="00674E7D">
        <w:rPr>
          <w:color w:val="000000"/>
        </w:rPr>
        <w:br/>
      </w:r>
      <w:r w:rsidRPr="00674E7D">
        <w:rPr>
          <w:color w:val="808080"/>
        </w:rPr>
        <w:t>A.</w:t>
      </w:r>
      <w:r w:rsidRPr="00674E7D">
        <w:rPr>
          <w:color w:val="000000"/>
        </w:rPr>
        <w:t> Labor force demographics, governmental regul</w:t>
      </w:r>
      <w:r>
        <w:rPr>
          <w:color w:val="000000"/>
        </w:rPr>
        <w:t>ations</w:t>
      </w:r>
      <w:r w:rsidRPr="00674E7D">
        <w:rPr>
          <w:color w:val="000000"/>
        </w:rPr>
        <w:br/>
      </w:r>
      <w:r w:rsidRPr="00674E7D">
        <w:rPr>
          <w:color w:val="808080"/>
        </w:rPr>
        <w:t>B.</w:t>
      </w:r>
      <w:r>
        <w:rPr>
          <w:color w:val="000000"/>
        </w:rPr>
        <w:t> Mergers and acquisitions</w:t>
      </w:r>
      <w:r w:rsidRPr="00674E7D">
        <w:rPr>
          <w:color w:val="000000"/>
        </w:rPr>
        <w:t>, labor force demographics</w:t>
      </w:r>
      <w:r w:rsidRPr="00674E7D">
        <w:rPr>
          <w:color w:val="000000"/>
        </w:rPr>
        <w:br/>
      </w:r>
      <w:r w:rsidRPr="00674E7D">
        <w:rPr>
          <w:color w:val="808080"/>
        </w:rPr>
        <w:t>C.</w:t>
      </w:r>
      <w:r w:rsidRPr="00674E7D">
        <w:rPr>
          <w:color w:val="000000"/>
        </w:rPr>
        <w:t> Governmental regulations, collective b</w:t>
      </w:r>
      <w:r>
        <w:rPr>
          <w:color w:val="000000"/>
        </w:rPr>
        <w:t>argaining agreements</w:t>
      </w:r>
      <w:r w:rsidRPr="00674E7D">
        <w:rPr>
          <w:color w:val="000000"/>
        </w:rPr>
        <w:br/>
      </w:r>
      <w:r w:rsidRPr="00674E7D">
        <w:rPr>
          <w:b/>
          <w:bCs/>
          <w:color w:val="000000"/>
          <w:u w:val="single"/>
        </w:rPr>
        <w:t>D.</w:t>
      </w:r>
      <w:r w:rsidRPr="00674E7D">
        <w:rPr>
          <w:color w:val="000000"/>
        </w:rPr>
        <w:t> Workforce demographics, collective bargaining agre</w:t>
      </w:r>
      <w:r>
        <w:rPr>
          <w:color w:val="000000"/>
        </w:rPr>
        <w:t>ements</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color w:val="000000"/>
        </w:rPr>
      </w:pPr>
      <w:r w:rsidRPr="00674E7D">
        <w:rPr>
          <w:color w:val="000000"/>
        </w:rPr>
        <w:t>5</w:t>
      </w:r>
      <w:r>
        <w:rPr>
          <w:color w:val="000000"/>
        </w:rPr>
        <w:t>4</w:t>
      </w:r>
      <w:r w:rsidRPr="00674E7D">
        <w:rPr>
          <w:color w:val="000000"/>
        </w:rPr>
        <w:t>. The Social Security Act of 1935 set up which two programs? </w:t>
      </w:r>
      <w:r>
        <w:rPr>
          <w:color w:val="000000"/>
          <w:lang w:eastAsia="ko-KR"/>
        </w:rPr>
        <w:t>(The Social Security Act of 1935)</w:t>
      </w:r>
      <w:r w:rsidRPr="00674E7D">
        <w:rPr>
          <w:color w:val="000000"/>
        </w:rPr>
        <w:br/>
      </w:r>
      <w:r w:rsidRPr="00674E7D">
        <w:rPr>
          <w:b/>
          <w:bCs/>
          <w:color w:val="000000"/>
          <w:u w:val="single"/>
        </w:rPr>
        <w:t>A.</w:t>
      </w:r>
      <w:r w:rsidRPr="00674E7D">
        <w:rPr>
          <w:color w:val="000000"/>
        </w:rPr>
        <w:t> Retirement income &amp; unemployment insurance</w:t>
      </w:r>
      <w:r w:rsidRPr="00674E7D">
        <w:rPr>
          <w:color w:val="000000"/>
        </w:rPr>
        <w:br/>
      </w:r>
      <w:r w:rsidRPr="00674E7D">
        <w:rPr>
          <w:color w:val="808080"/>
        </w:rPr>
        <w:t>B.</w:t>
      </w:r>
      <w:r w:rsidRPr="00674E7D">
        <w:rPr>
          <w:color w:val="000000"/>
        </w:rPr>
        <w:t> Medicare &amp; disability insurance</w:t>
      </w:r>
      <w:r w:rsidRPr="00674E7D">
        <w:rPr>
          <w:color w:val="000000"/>
        </w:rPr>
        <w:br/>
      </w:r>
      <w:r w:rsidRPr="00674E7D">
        <w:rPr>
          <w:color w:val="808080"/>
        </w:rPr>
        <w:t>C.</w:t>
      </w:r>
      <w:r w:rsidRPr="00674E7D">
        <w:rPr>
          <w:color w:val="000000"/>
        </w:rPr>
        <w:t> Disability insurance &amp; retirement income</w:t>
      </w:r>
      <w:r w:rsidRPr="00674E7D">
        <w:rPr>
          <w:color w:val="000000"/>
        </w:rPr>
        <w:br/>
      </w:r>
      <w:r w:rsidRPr="00674E7D">
        <w:rPr>
          <w:color w:val="808080"/>
        </w:rPr>
        <w:t>D.</w:t>
      </w:r>
      <w:r w:rsidRPr="00674E7D">
        <w:rPr>
          <w:color w:val="000000"/>
        </w:rPr>
        <w:t> Unemployment insurance &amp; Medicare</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Next/>
        <w:keepLines/>
        <w:widowControl w:val="0"/>
        <w:autoSpaceDE w:val="0"/>
        <w:autoSpaceDN w:val="0"/>
        <w:spacing w:before="319" w:after="319"/>
        <w:rPr>
          <w:color w:val="000000"/>
        </w:rPr>
      </w:pPr>
      <w:r w:rsidRPr="00674E7D">
        <w:rPr>
          <w:color w:val="000000"/>
        </w:rPr>
        <w:t>5</w:t>
      </w:r>
      <w:r>
        <w:rPr>
          <w:color w:val="000000"/>
        </w:rPr>
        <w:t>5</w:t>
      </w:r>
      <w:r w:rsidRPr="00674E7D">
        <w:rPr>
          <w:color w:val="000000"/>
        </w:rPr>
        <w:t>. Which of the following factors are used for strategic benefits planning? </w:t>
      </w:r>
      <w:r>
        <w:rPr>
          <w:color w:val="000000"/>
          <w:lang w:eastAsia="ko-KR"/>
        </w:rPr>
        <w:t>(External Environment)</w:t>
      </w:r>
      <w:r w:rsidRPr="00674E7D">
        <w:rPr>
          <w:color w:val="000000"/>
        </w:rPr>
        <w:br/>
      </w:r>
      <w:r w:rsidRPr="00674E7D">
        <w:rPr>
          <w:color w:val="808080"/>
        </w:rPr>
        <w:t>A.</w:t>
      </w:r>
      <w:r w:rsidRPr="00674E7D">
        <w:rPr>
          <w:color w:val="000000"/>
        </w:rPr>
        <w:t> Government regulations</w:t>
      </w:r>
      <w:r w:rsidRPr="00674E7D">
        <w:rPr>
          <w:color w:val="000000"/>
        </w:rPr>
        <w:br/>
      </w:r>
      <w:r w:rsidRPr="00674E7D">
        <w:rPr>
          <w:color w:val="808080"/>
        </w:rPr>
        <w:t>B.</w:t>
      </w:r>
      <w:r w:rsidRPr="00674E7D">
        <w:rPr>
          <w:color w:val="000000"/>
        </w:rPr>
        <w:t> Economic conditions</w:t>
      </w:r>
      <w:r w:rsidRPr="00674E7D">
        <w:rPr>
          <w:color w:val="000000"/>
        </w:rPr>
        <w:br/>
      </w:r>
      <w:r w:rsidRPr="00674E7D">
        <w:rPr>
          <w:color w:val="808080"/>
        </w:rPr>
        <w:t>C.</w:t>
      </w:r>
      <w:r w:rsidRPr="00674E7D">
        <w:rPr>
          <w:color w:val="000000"/>
        </w:rPr>
        <w:t> Labor force changes</w:t>
      </w:r>
      <w:r w:rsidRPr="00674E7D">
        <w:rPr>
          <w:color w:val="000000"/>
        </w:rPr>
        <w:br/>
      </w:r>
      <w:r w:rsidRPr="00674E7D">
        <w:rPr>
          <w:b/>
          <w:bCs/>
          <w:color w:val="000000"/>
          <w:u w:val="single"/>
        </w:rPr>
        <w:t>D.</w:t>
      </w:r>
      <w:r w:rsidRPr="00674E7D">
        <w:rPr>
          <w:color w:val="000000"/>
        </w:rPr>
        <w:t> All of the above</w:t>
      </w:r>
    </w:p>
    <w:p w:rsidR="00CA5458" w:rsidRDefault="00CA5458" w:rsidP="00674E7D">
      <w:pPr>
        <w:keepNext/>
        <w:keepLines/>
        <w:widowControl w:val="0"/>
        <w:autoSpaceDE w:val="0"/>
        <w:autoSpaceDN w:val="0"/>
        <w:spacing w:before="319" w:after="319"/>
        <w:rPr>
          <w:color w:val="000000"/>
        </w:rPr>
      </w:pPr>
    </w:p>
    <w:p w:rsidR="00CA5458" w:rsidRPr="00674E7D" w:rsidRDefault="00CA5458" w:rsidP="00674E7D">
      <w:pPr>
        <w:keepNext/>
        <w:keepLines/>
        <w:widowControl w:val="0"/>
        <w:autoSpaceDE w:val="0"/>
        <w:autoSpaceDN w:val="0"/>
        <w:spacing w:before="319" w:after="319"/>
        <w:rPr>
          <w:color w:val="000000"/>
        </w:rPr>
      </w:pPr>
      <w:r>
        <w:rPr>
          <w:color w:val="000000"/>
        </w:rPr>
        <w:t>56</w:t>
      </w:r>
      <w:r w:rsidRPr="00674E7D">
        <w:rPr>
          <w:color w:val="000000"/>
        </w:rPr>
        <w:t>. Which of the following is not a fundamental employee goal? </w:t>
      </w:r>
      <w:r>
        <w:rPr>
          <w:color w:val="000000"/>
          <w:lang w:eastAsia="ko-KR"/>
        </w:rPr>
        <w:t>(Legal and Regulatory Influences on Discretionary Benefits Practices)</w:t>
      </w:r>
      <w:r w:rsidRPr="00674E7D">
        <w:rPr>
          <w:color w:val="000000"/>
        </w:rPr>
        <w:br/>
      </w:r>
      <w:r w:rsidRPr="00674E7D">
        <w:rPr>
          <w:color w:val="808080"/>
        </w:rPr>
        <w:t>A.</w:t>
      </w:r>
      <w:r w:rsidRPr="00674E7D">
        <w:rPr>
          <w:color w:val="000000"/>
        </w:rPr>
        <w:t> High wages</w:t>
      </w:r>
      <w:r w:rsidRPr="00674E7D">
        <w:rPr>
          <w:color w:val="000000"/>
        </w:rPr>
        <w:br/>
      </w:r>
      <w:r w:rsidRPr="00674E7D">
        <w:rPr>
          <w:b/>
          <w:bCs/>
          <w:color w:val="000000"/>
          <w:u w:val="single"/>
        </w:rPr>
        <w:t>B.</w:t>
      </w:r>
      <w:r w:rsidRPr="00674E7D">
        <w:rPr>
          <w:color w:val="000000"/>
        </w:rPr>
        <w:t> Leadership</w:t>
      </w:r>
      <w:r w:rsidRPr="00674E7D">
        <w:rPr>
          <w:color w:val="000000"/>
        </w:rPr>
        <w:br/>
      </w:r>
      <w:r w:rsidRPr="00674E7D">
        <w:rPr>
          <w:color w:val="808080"/>
        </w:rPr>
        <w:t>C.</w:t>
      </w:r>
      <w:r w:rsidRPr="00674E7D">
        <w:rPr>
          <w:color w:val="000000"/>
        </w:rPr>
        <w:t> Job security</w:t>
      </w:r>
      <w:r w:rsidRPr="00674E7D">
        <w:rPr>
          <w:color w:val="000000"/>
        </w:rPr>
        <w:br/>
      </w:r>
      <w:r w:rsidRPr="00674E7D">
        <w:rPr>
          <w:color w:val="808080"/>
        </w:rPr>
        <w:t>D.</w:t>
      </w:r>
      <w:r w:rsidRPr="00674E7D">
        <w:rPr>
          <w:color w:val="000000"/>
        </w:rPr>
        <w:t> Safe working conditions</w:t>
      </w:r>
    </w:p>
    <w:p w:rsidR="00CA5458" w:rsidRPr="00674E7D" w:rsidRDefault="00CA5458" w:rsidP="00674E7D">
      <w:pPr>
        <w:keepLines/>
        <w:widowControl w:val="0"/>
        <w:autoSpaceDE w:val="0"/>
        <w:autoSpaceDN w:val="0"/>
        <w:rPr>
          <w:color w:val="000000"/>
        </w:rPr>
      </w:pPr>
      <w:r>
        <w:rPr>
          <w:color w:val="000000"/>
        </w:rPr>
        <w:br w:type="page"/>
      </w:r>
    </w:p>
    <w:p w:rsidR="00CA5458" w:rsidRDefault="00CA5458" w:rsidP="00674E7D">
      <w:pPr>
        <w:keepNext/>
        <w:keepLines/>
        <w:widowControl w:val="0"/>
        <w:autoSpaceDE w:val="0"/>
        <w:autoSpaceDN w:val="0"/>
        <w:spacing w:before="319" w:after="319"/>
        <w:rPr>
          <w:color w:val="000000"/>
        </w:rPr>
      </w:pPr>
      <w:r>
        <w:rPr>
          <w:color w:val="000000"/>
        </w:rPr>
        <w:t>57</w:t>
      </w:r>
      <w:r w:rsidRPr="00674E7D">
        <w:rPr>
          <w:color w:val="000000"/>
        </w:rPr>
        <w:t>. Which of the following is not an example of features of a benefit plan? </w:t>
      </w:r>
      <w:r>
        <w:rPr>
          <w:color w:val="000000"/>
          <w:lang w:eastAsia="ko-KR"/>
        </w:rPr>
        <w:t>(Basic Design Considerations for Discretionary Benefits)</w:t>
      </w:r>
      <w:r w:rsidRPr="00674E7D">
        <w:rPr>
          <w:color w:val="000000"/>
        </w:rPr>
        <w:br/>
      </w:r>
      <w:r w:rsidRPr="00674E7D">
        <w:rPr>
          <w:b/>
          <w:bCs/>
          <w:color w:val="000000"/>
          <w:u w:val="single"/>
        </w:rPr>
        <w:t>A.</w:t>
      </w:r>
      <w:r w:rsidRPr="00674E7D">
        <w:rPr>
          <w:color w:val="000000"/>
        </w:rPr>
        <w:t> Flexible benefits</w:t>
      </w:r>
      <w:r w:rsidRPr="00674E7D">
        <w:rPr>
          <w:color w:val="000000"/>
        </w:rPr>
        <w:br/>
      </w:r>
      <w:r w:rsidRPr="00674E7D">
        <w:rPr>
          <w:color w:val="808080"/>
        </w:rPr>
        <w:t>B.</w:t>
      </w:r>
      <w:r w:rsidRPr="00674E7D">
        <w:rPr>
          <w:color w:val="000000"/>
        </w:rPr>
        <w:t> Eligibility</w:t>
      </w:r>
      <w:r w:rsidRPr="00674E7D">
        <w:rPr>
          <w:color w:val="000000"/>
        </w:rPr>
        <w:br/>
      </w:r>
      <w:r w:rsidRPr="00674E7D">
        <w:rPr>
          <w:color w:val="808080"/>
        </w:rPr>
        <w:t>C.</w:t>
      </w:r>
      <w:r w:rsidRPr="00674E7D">
        <w:rPr>
          <w:color w:val="000000"/>
        </w:rPr>
        <w:t> Waiting period</w:t>
      </w:r>
      <w:r w:rsidRPr="00674E7D">
        <w:rPr>
          <w:color w:val="000000"/>
        </w:rPr>
        <w:br/>
      </w:r>
      <w:r w:rsidRPr="00674E7D">
        <w:rPr>
          <w:color w:val="808080"/>
        </w:rPr>
        <w:t>D.</w:t>
      </w:r>
      <w:r w:rsidRPr="00674E7D">
        <w:rPr>
          <w:color w:val="000000"/>
        </w:rPr>
        <w:t> Employee choice</w:t>
      </w:r>
    </w:p>
    <w:p w:rsidR="00CA5458" w:rsidRDefault="00CA5458" w:rsidP="00674E7D">
      <w:pPr>
        <w:keepNext/>
        <w:keepLines/>
        <w:widowControl w:val="0"/>
        <w:autoSpaceDE w:val="0"/>
        <w:autoSpaceDN w:val="0"/>
        <w:spacing w:before="319" w:after="319"/>
        <w:rPr>
          <w:color w:val="000000"/>
        </w:rPr>
      </w:pPr>
    </w:p>
    <w:p w:rsidR="00CA5458" w:rsidRDefault="00CA5458" w:rsidP="0092059E">
      <w:pPr>
        <w:keepNext/>
        <w:keepLines/>
        <w:widowControl w:val="0"/>
        <w:autoSpaceDE w:val="0"/>
        <w:autoSpaceDN w:val="0"/>
        <w:spacing w:before="319" w:after="319"/>
        <w:rPr>
          <w:color w:val="000000"/>
        </w:rPr>
      </w:pPr>
      <w:r>
        <w:rPr>
          <w:color w:val="000000"/>
        </w:rPr>
        <w:t>58</w:t>
      </w:r>
      <w:r w:rsidRPr="00674E7D">
        <w:rPr>
          <w:color w:val="000000"/>
        </w:rPr>
        <w:t>. </w:t>
      </w:r>
      <w:r>
        <w:t>In 2011, what was the average total employer compensation costs for private industry workers?</w:t>
      </w:r>
      <w:r>
        <w:rPr>
          <w:color w:val="000000"/>
        </w:rPr>
        <w:t xml:space="preserve"> </w:t>
      </w:r>
      <w:r>
        <w:rPr>
          <w:color w:val="000000"/>
          <w:lang w:eastAsia="ko-KR"/>
        </w:rPr>
        <w:t>(</w:t>
      </w:r>
      <w:r>
        <w:t>Employer Costs for Compensation and Benefits)</w:t>
      </w:r>
      <w:r w:rsidRPr="00674E7D">
        <w:rPr>
          <w:color w:val="000000"/>
        </w:rPr>
        <w:br/>
      </w:r>
      <w:r w:rsidRPr="00674E7D">
        <w:rPr>
          <w:b/>
          <w:bCs/>
          <w:color w:val="000000"/>
          <w:u w:val="single"/>
        </w:rPr>
        <w:t>A.</w:t>
      </w:r>
      <w:r>
        <w:rPr>
          <w:color w:val="000000"/>
        </w:rPr>
        <w:t> $30.11</w:t>
      </w:r>
      <w:r w:rsidRPr="00674E7D">
        <w:rPr>
          <w:color w:val="000000"/>
        </w:rPr>
        <w:br/>
      </w:r>
      <w:r w:rsidRPr="00674E7D">
        <w:rPr>
          <w:color w:val="808080"/>
        </w:rPr>
        <w:t>B.</w:t>
      </w:r>
      <w:r>
        <w:rPr>
          <w:color w:val="000000"/>
        </w:rPr>
        <w:t> $20.91</w:t>
      </w:r>
      <w:r w:rsidRPr="00674E7D">
        <w:rPr>
          <w:color w:val="000000"/>
        </w:rPr>
        <w:br/>
      </w:r>
      <w:r w:rsidRPr="00674E7D">
        <w:rPr>
          <w:color w:val="808080"/>
        </w:rPr>
        <w:t>C.</w:t>
      </w:r>
      <w:r>
        <w:rPr>
          <w:color w:val="000000"/>
        </w:rPr>
        <w:t> $35.50</w:t>
      </w:r>
      <w:r w:rsidRPr="00674E7D">
        <w:rPr>
          <w:color w:val="000000"/>
        </w:rPr>
        <w:br/>
      </w:r>
      <w:r w:rsidRPr="00674E7D">
        <w:rPr>
          <w:color w:val="808080"/>
        </w:rPr>
        <w:t>D.</w:t>
      </w:r>
      <w:r>
        <w:rPr>
          <w:color w:val="000000"/>
        </w:rPr>
        <w:t> 28.24</w:t>
      </w:r>
    </w:p>
    <w:p w:rsidR="00CA5458" w:rsidRDefault="00CA5458" w:rsidP="00674E7D">
      <w:pPr>
        <w:keepLines/>
        <w:widowControl w:val="0"/>
        <w:autoSpaceDE w:val="0"/>
        <w:autoSpaceDN w:val="0"/>
        <w:rPr>
          <w:color w:val="000000"/>
        </w:rPr>
      </w:pPr>
    </w:p>
    <w:p w:rsidR="00CA5458" w:rsidRDefault="00CA5458" w:rsidP="00674E7D">
      <w:pPr>
        <w:keepLines/>
        <w:widowControl w:val="0"/>
        <w:autoSpaceDE w:val="0"/>
        <w:autoSpaceDN w:val="0"/>
        <w:rPr>
          <w:color w:val="000000"/>
        </w:rPr>
      </w:pPr>
      <w:r>
        <w:rPr>
          <w:color w:val="000000"/>
        </w:rPr>
        <w:t>59</w:t>
      </w:r>
      <w:r w:rsidRPr="00674E7D">
        <w:rPr>
          <w:color w:val="000000"/>
        </w:rPr>
        <w:t>. </w:t>
      </w:r>
      <w:r>
        <w:t xml:space="preserve">In 2011, about how many million persons were employed by private-sector companies? </w:t>
      </w:r>
      <w:r>
        <w:rPr>
          <w:color w:val="000000"/>
          <w:lang w:eastAsia="ko-KR"/>
        </w:rPr>
        <w:t>(</w:t>
      </w:r>
      <w:r>
        <w:t>Legal and Regulatory Influences on Discretionary Benefits Practices)</w:t>
      </w:r>
      <w:r w:rsidRPr="00674E7D">
        <w:rPr>
          <w:color w:val="000000"/>
        </w:rPr>
        <w:br/>
      </w:r>
      <w:r w:rsidRPr="0092059E">
        <w:rPr>
          <w:color w:val="808080"/>
        </w:rPr>
        <w:t>A. </w:t>
      </w:r>
      <w:r>
        <w:rPr>
          <w:color w:val="000000"/>
        </w:rPr>
        <w:t>90</w:t>
      </w:r>
      <w:r w:rsidRPr="00674E7D">
        <w:rPr>
          <w:color w:val="000000"/>
        </w:rPr>
        <w:t> </w:t>
      </w:r>
      <w:r>
        <w:rPr>
          <w:color w:val="000000"/>
        </w:rPr>
        <w:t>million</w:t>
      </w:r>
    </w:p>
    <w:p w:rsidR="00CA5458" w:rsidRDefault="00CA5458" w:rsidP="00091D18">
      <w:pPr>
        <w:keepLines/>
        <w:widowControl w:val="0"/>
        <w:autoSpaceDE w:val="0"/>
        <w:autoSpaceDN w:val="0"/>
        <w:rPr>
          <w:color w:val="000000"/>
        </w:rPr>
      </w:pPr>
      <w:r w:rsidRPr="0092059E">
        <w:rPr>
          <w:b/>
          <w:bCs/>
          <w:color w:val="000000"/>
          <w:u w:val="single"/>
        </w:rPr>
        <w:t>B. </w:t>
      </w:r>
      <w:r>
        <w:rPr>
          <w:color w:val="000000"/>
        </w:rPr>
        <w:t>109 million</w:t>
      </w:r>
      <w:r w:rsidRPr="00674E7D">
        <w:rPr>
          <w:color w:val="000000"/>
        </w:rPr>
        <w:br/>
      </w:r>
      <w:r w:rsidRPr="00674E7D">
        <w:rPr>
          <w:color w:val="808080"/>
        </w:rPr>
        <w:t>C.</w:t>
      </w:r>
      <w:r>
        <w:rPr>
          <w:color w:val="000000"/>
        </w:rPr>
        <w:t> 118 million</w:t>
      </w:r>
      <w:r w:rsidRPr="00674E7D">
        <w:rPr>
          <w:color w:val="000000"/>
        </w:rPr>
        <w:br/>
      </w:r>
      <w:r w:rsidRPr="00674E7D">
        <w:rPr>
          <w:color w:val="808080"/>
        </w:rPr>
        <w:t>D.</w:t>
      </w:r>
      <w:r>
        <w:rPr>
          <w:color w:val="000000"/>
        </w:rPr>
        <w:t> 125 million</w:t>
      </w:r>
    </w:p>
    <w:p w:rsidR="00CA5458" w:rsidRDefault="00CA5458" w:rsidP="00091D18">
      <w:pPr>
        <w:keepLines/>
        <w:widowControl w:val="0"/>
        <w:autoSpaceDE w:val="0"/>
        <w:autoSpaceDN w:val="0"/>
        <w:rPr>
          <w:color w:val="000000"/>
        </w:rPr>
      </w:pPr>
    </w:p>
    <w:p w:rsidR="00CA5458" w:rsidRDefault="00CA5458" w:rsidP="00091D18">
      <w:pPr>
        <w:keepLines/>
        <w:widowControl w:val="0"/>
        <w:autoSpaceDE w:val="0"/>
        <w:autoSpaceDN w:val="0"/>
        <w:rPr>
          <w:color w:val="000000"/>
        </w:rPr>
      </w:pPr>
    </w:p>
    <w:p w:rsidR="00CA5458" w:rsidRPr="00674E7D" w:rsidRDefault="00CA5458" w:rsidP="00091D18">
      <w:pPr>
        <w:keepLines/>
        <w:widowControl w:val="0"/>
        <w:autoSpaceDE w:val="0"/>
        <w:autoSpaceDN w:val="0"/>
        <w:rPr>
          <w:color w:val="000000"/>
        </w:rPr>
      </w:pPr>
      <w:r w:rsidRPr="00674E7D">
        <w:rPr>
          <w:b/>
          <w:bCs/>
          <w:color w:val="000000"/>
        </w:rPr>
        <w:t>Essay Questions</w:t>
      </w:r>
      <w:r w:rsidRPr="00674E7D">
        <w:rPr>
          <w:color w:val="000000"/>
        </w:rPr>
        <w:br/>
        <w:t> </w:t>
      </w:r>
    </w:p>
    <w:p w:rsidR="00CA5458" w:rsidRPr="00674E7D" w:rsidRDefault="00CA5458" w:rsidP="00674E7D">
      <w:pPr>
        <w:keepNext/>
        <w:keepLines/>
        <w:widowControl w:val="0"/>
        <w:autoSpaceDE w:val="0"/>
        <w:autoSpaceDN w:val="0"/>
        <w:spacing w:before="319" w:after="319"/>
        <w:rPr>
          <w:color w:val="000000"/>
          <w:lang w:eastAsia="ko-KR"/>
        </w:rPr>
      </w:pPr>
      <w:r>
        <w:rPr>
          <w:color w:val="000000"/>
        </w:rPr>
        <w:t>60</w:t>
      </w:r>
      <w:r w:rsidRPr="00674E7D">
        <w:rPr>
          <w:color w:val="000000"/>
        </w:rPr>
        <w:t>. Briefly describe the origins of employee benefits in the US. </w:t>
      </w:r>
      <w:r>
        <w:rPr>
          <w:color w:val="000000"/>
          <w:lang w:eastAsia="ko-KR"/>
        </w:rPr>
        <w:t>(Origins of Employee Benefits)</w:t>
      </w:r>
    </w:p>
    <w:p w:rsidR="00CA5458" w:rsidRPr="00674E7D" w:rsidRDefault="00CA5458" w:rsidP="00674E7D">
      <w:pPr>
        <w:keepNext/>
        <w:keepLines/>
        <w:widowControl w:val="0"/>
        <w:autoSpaceDE w:val="0"/>
        <w:autoSpaceDN w:val="0"/>
        <w:spacing w:before="319" w:after="319"/>
        <w:rPr>
          <w:color w:val="000000"/>
        </w:rPr>
      </w:pPr>
      <w:r w:rsidRPr="00674E7D">
        <w:rPr>
          <w:color w:val="000000"/>
        </w:rPr>
        <w:t>Main Points</w:t>
      </w:r>
      <w:r w:rsidRPr="00674E7D">
        <w:rPr>
          <w:color w:val="000000"/>
        </w:rPr>
        <w:br/>
        <w:t>● Different forces led to rise of legally required and discretionary benefits in US</w:t>
      </w:r>
      <w:r w:rsidRPr="00674E7D">
        <w:rPr>
          <w:color w:val="000000"/>
        </w:rPr>
        <w:br/>
        <w:t>● Government established programs to protect individuals from disability and unemployment</w:t>
      </w:r>
      <w:r w:rsidRPr="00674E7D">
        <w:rPr>
          <w:color w:val="000000"/>
        </w:rPr>
        <w:br/>
        <w:t>● Historically, legally required benefits provided a form of social insurance</w:t>
      </w:r>
      <w:r w:rsidRPr="00674E7D">
        <w:rPr>
          <w:color w:val="000000"/>
        </w:rPr>
        <w:br/>
        <w:t>● Industrialization during late 19th and early 20th century and Great Depression led to design of initial social insurance programs</w:t>
      </w:r>
      <w:r w:rsidRPr="00674E7D">
        <w:rPr>
          <w:color w:val="000000"/>
        </w:rPr>
        <w:br/>
        <w:t>● Contemporary discretionary benefits evident in late 1800s</w:t>
      </w:r>
      <w:r w:rsidRPr="00674E7D">
        <w:rPr>
          <w:color w:val="000000"/>
        </w:rPr>
        <w:br/>
        <w:t>● Employer sponsorship of medical insurance became common</w:t>
      </w:r>
      <w:r w:rsidRPr="00674E7D">
        <w:rPr>
          <w:color w:val="000000"/>
        </w:rPr>
        <w:br/>
        <w:t>● National Labor Relations Act legitimized bargaining for benefits</w:t>
      </w:r>
      <w:r w:rsidRPr="00674E7D">
        <w:rPr>
          <w:color w:val="000000"/>
        </w:rPr>
        <w:br/>
        <w:t>● Employees today typically view benefits as entitlements</w:t>
      </w:r>
    </w:p>
    <w:p w:rsidR="00CA5458" w:rsidRDefault="00CA5458" w:rsidP="00674E7D">
      <w:pPr>
        <w:keepLines/>
        <w:widowControl w:val="0"/>
        <w:autoSpaceDE w:val="0"/>
        <w:autoSpaceDN w:val="0"/>
        <w:rPr>
          <w:color w:val="000000"/>
        </w:rPr>
      </w:pPr>
      <w:r w:rsidRPr="00674E7D">
        <w:rPr>
          <w:color w:val="000000"/>
        </w:rPr>
        <w:t> </w:t>
      </w:r>
    </w:p>
    <w:p w:rsidR="00CA5458" w:rsidRPr="00674E7D" w:rsidRDefault="00CA5458" w:rsidP="00674E7D">
      <w:pPr>
        <w:keepLines/>
        <w:widowControl w:val="0"/>
        <w:autoSpaceDE w:val="0"/>
        <w:autoSpaceDN w:val="0"/>
        <w:rPr>
          <w:color w:val="000000"/>
          <w:lang w:eastAsia="ko-KR"/>
        </w:rPr>
      </w:pPr>
      <w:r>
        <w:rPr>
          <w:color w:val="000000"/>
        </w:rPr>
        <w:br w:type="page"/>
      </w:r>
    </w:p>
    <w:p w:rsidR="00CA5458" w:rsidRDefault="00CA5458" w:rsidP="00091D18">
      <w:pPr>
        <w:keepLines/>
        <w:widowControl w:val="0"/>
        <w:autoSpaceDE w:val="0"/>
        <w:autoSpaceDN w:val="0"/>
        <w:rPr>
          <w:color w:val="000000"/>
          <w:lang w:eastAsia="ko-KR"/>
        </w:rPr>
      </w:pPr>
      <w:r w:rsidRPr="00674E7D">
        <w:rPr>
          <w:color w:val="000000"/>
        </w:rPr>
        <w:t>6</w:t>
      </w:r>
      <w:r>
        <w:rPr>
          <w:color w:val="000000"/>
        </w:rPr>
        <w:t>1</w:t>
      </w:r>
      <w:r w:rsidRPr="00674E7D">
        <w:rPr>
          <w:color w:val="000000"/>
        </w:rPr>
        <w:t>. Briefly describe various legal and regulatory influences on discretionary benefits. </w:t>
      </w:r>
      <w:r>
        <w:rPr>
          <w:color w:val="000000"/>
          <w:lang w:eastAsia="ko-KR"/>
        </w:rPr>
        <w:t>(Legal and Regulatory Influences on Discretionary Benefits Practices)</w:t>
      </w:r>
    </w:p>
    <w:p w:rsidR="00CA5458" w:rsidRDefault="00CA5458" w:rsidP="00091D18">
      <w:pPr>
        <w:keepLines/>
        <w:widowControl w:val="0"/>
        <w:autoSpaceDE w:val="0"/>
        <w:autoSpaceDN w:val="0"/>
        <w:rPr>
          <w:color w:val="000000"/>
          <w:lang w:eastAsia="ko-KR"/>
        </w:rPr>
      </w:pPr>
    </w:p>
    <w:p w:rsidR="00CA5458" w:rsidRPr="00674E7D" w:rsidRDefault="00CA5458" w:rsidP="00091D18">
      <w:pPr>
        <w:keepLines/>
        <w:widowControl w:val="0"/>
        <w:autoSpaceDE w:val="0"/>
        <w:autoSpaceDN w:val="0"/>
        <w:rPr>
          <w:color w:val="000000"/>
          <w:lang w:eastAsia="ko-KR"/>
        </w:rPr>
      </w:pPr>
      <w:r w:rsidRPr="00674E7D">
        <w:rPr>
          <w:color w:val="000000"/>
        </w:rPr>
        <w:t>Main Points</w:t>
      </w:r>
      <w:r w:rsidRPr="00674E7D">
        <w:rPr>
          <w:color w:val="000000"/>
        </w:rPr>
        <w:br/>
        <w:t>● Necessary to distinguish between "private sector" employers and governmental employers - different regulations influence discretionary benefits practices</w:t>
      </w:r>
      <w:r>
        <w:rPr>
          <w:color w:val="000000"/>
        </w:rPr>
        <w:t xml:space="preserve"> in these two sectors.</w:t>
      </w:r>
      <w:r>
        <w:rPr>
          <w:color w:val="000000"/>
        </w:rPr>
        <w:br/>
        <w:t>● In 2011</w:t>
      </w:r>
      <w:r w:rsidRPr="00674E7D">
        <w:rPr>
          <w:color w:val="000000"/>
        </w:rPr>
        <w:t>, priva</w:t>
      </w:r>
      <w:r>
        <w:rPr>
          <w:color w:val="000000"/>
        </w:rPr>
        <w:t>te sector companies employed 109</w:t>
      </w:r>
      <w:r w:rsidRPr="00674E7D">
        <w:rPr>
          <w:color w:val="000000"/>
        </w:rPr>
        <w:t xml:space="preserve"> million US civilian employees, mostly for-profit</w:t>
      </w:r>
      <w:r w:rsidRPr="00674E7D">
        <w:rPr>
          <w:color w:val="000000"/>
        </w:rPr>
        <w:br/>
        <w:t>● Conflicting goals between employers and employees necessitate laws and regulations to protect employees</w:t>
      </w:r>
      <w:r w:rsidRPr="00674E7D">
        <w:rPr>
          <w:color w:val="000000"/>
        </w:rPr>
        <w:br/>
        <w:t>● Prior to 1930, employees had no rights</w:t>
      </w:r>
      <w:r w:rsidRPr="00674E7D">
        <w:rPr>
          <w:color w:val="000000"/>
        </w:rPr>
        <w:br/>
        <w:t>● Before 1974, employees could lose retirement benefits</w:t>
      </w:r>
      <w:r w:rsidRPr="00674E7D">
        <w:rPr>
          <w:color w:val="000000"/>
        </w:rPr>
        <w:br/>
        <w:t>● Regulations such as Social Security Act of 1935 and ERISA of 1974 protect employees from this today</w:t>
      </w:r>
      <w:r w:rsidRPr="00674E7D">
        <w:rPr>
          <w:color w:val="000000"/>
        </w:rPr>
        <w:br/>
        <w:t xml:space="preserve">● Public sector employers include US federal, state and </w:t>
      </w:r>
      <w:r>
        <w:rPr>
          <w:color w:val="000000"/>
        </w:rPr>
        <w:t>local entities</w:t>
      </w:r>
      <w:r>
        <w:rPr>
          <w:color w:val="000000"/>
        </w:rPr>
        <w:br/>
        <w:t>● Approximately 2</w:t>
      </w:r>
      <w:r w:rsidRPr="00674E7D">
        <w:rPr>
          <w:color w:val="000000"/>
        </w:rPr>
        <w:t>2 million employees in this sector in three braches - executive, judicial, legislative</w:t>
      </w:r>
      <w:r w:rsidRPr="00674E7D">
        <w:rPr>
          <w:color w:val="000000"/>
        </w:rPr>
        <w:br/>
        <w:t>● Government employers must operate within a budget to provide pay and benefits to employees.</w:t>
      </w:r>
      <w:r w:rsidRPr="00674E7D">
        <w:rPr>
          <w:color w:val="000000"/>
        </w:rPr>
        <w:br/>
        <w:t>● ERISA does not apply to public sector retirement plans</w:t>
      </w:r>
    </w:p>
    <w:p w:rsidR="00CA5458" w:rsidRPr="00674E7D" w:rsidRDefault="00CA5458" w:rsidP="00674E7D">
      <w:pPr>
        <w:keepLines/>
        <w:widowControl w:val="0"/>
        <w:autoSpaceDE w:val="0"/>
        <w:autoSpaceDN w:val="0"/>
        <w:rPr>
          <w:color w:val="000000"/>
        </w:rPr>
      </w:pPr>
      <w:r w:rsidRPr="00674E7D">
        <w:rPr>
          <w:color w:val="000000"/>
        </w:rPr>
        <w:t> </w:t>
      </w:r>
    </w:p>
    <w:p w:rsidR="00CA5458" w:rsidRPr="00674E7D" w:rsidRDefault="00CA5458" w:rsidP="006C2FBF">
      <w:pPr>
        <w:keepLines/>
        <w:widowControl w:val="0"/>
        <w:autoSpaceDE w:val="0"/>
        <w:autoSpaceDN w:val="0"/>
        <w:rPr>
          <w:color w:val="000000"/>
        </w:rPr>
      </w:pPr>
      <w:r w:rsidRPr="00674E7D">
        <w:rPr>
          <w:color w:val="000000"/>
        </w:rPr>
        <w:t>6</w:t>
      </w:r>
      <w:r>
        <w:rPr>
          <w:color w:val="000000"/>
        </w:rPr>
        <w:t>2</w:t>
      </w:r>
      <w:r w:rsidRPr="00674E7D">
        <w:rPr>
          <w:color w:val="000000"/>
        </w:rPr>
        <w:t xml:space="preserve">. Discuss </w:t>
      </w:r>
      <w:r>
        <w:rPr>
          <w:color w:val="000000"/>
        </w:rPr>
        <w:t xml:space="preserve">the influence of external economic conditions on strategic benefits planning of companies. </w:t>
      </w:r>
      <w:r>
        <w:rPr>
          <w:color w:val="000000"/>
          <w:lang w:eastAsia="ko-KR"/>
        </w:rPr>
        <w:t>(External Environment)</w:t>
      </w:r>
    </w:p>
    <w:p w:rsidR="00CA5458" w:rsidRDefault="00CA5458" w:rsidP="00495F1C">
      <w:pPr>
        <w:keepNext/>
        <w:keepLines/>
        <w:widowControl w:val="0"/>
        <w:autoSpaceDE w:val="0"/>
        <w:autoSpaceDN w:val="0"/>
        <w:spacing w:before="319" w:after="319"/>
        <w:rPr>
          <w:color w:val="000000"/>
        </w:rPr>
      </w:pPr>
      <w:r w:rsidRPr="00674E7D">
        <w:rPr>
          <w:color w:val="000000"/>
        </w:rPr>
        <w:t>Main Points</w:t>
      </w:r>
      <w:r w:rsidRPr="00674E7D">
        <w:rPr>
          <w:color w:val="000000"/>
        </w:rPr>
        <w:br/>
        <w:t>● Factors outside the direct control of a company</w:t>
      </w:r>
      <w:r w:rsidRPr="00674E7D">
        <w:rPr>
          <w:color w:val="000000"/>
        </w:rPr>
        <w:br/>
        <w:t>● Industry prospects, economic conditions, forecasts</w:t>
      </w:r>
      <w:r w:rsidRPr="00674E7D">
        <w:rPr>
          <w:color w:val="000000"/>
        </w:rPr>
        <w:br/>
        <w:t>● Employer costs for compensation and benefits</w:t>
      </w:r>
      <w:r w:rsidRPr="00674E7D">
        <w:rPr>
          <w:color w:val="000000"/>
        </w:rPr>
        <w:br/>
        <w:t>● Government regulation of employee benefits</w:t>
      </w:r>
      <w:r w:rsidRPr="00674E7D">
        <w:rPr>
          <w:color w:val="000000"/>
        </w:rPr>
        <w:br/>
        <w:t>● Changing demographics of the labor force</w:t>
      </w:r>
    </w:p>
    <w:p w:rsidR="00CA5458" w:rsidRDefault="00CA5458" w:rsidP="00495F1C">
      <w:pPr>
        <w:keepNext/>
        <w:keepLines/>
        <w:widowControl w:val="0"/>
        <w:autoSpaceDE w:val="0"/>
        <w:autoSpaceDN w:val="0"/>
        <w:spacing w:before="319" w:after="319"/>
        <w:rPr>
          <w:color w:val="000000"/>
        </w:rPr>
      </w:pPr>
    </w:p>
    <w:p w:rsidR="00CA5458" w:rsidRPr="00674E7D" w:rsidRDefault="00CA5458" w:rsidP="00495F1C">
      <w:pPr>
        <w:keepNext/>
        <w:keepLines/>
        <w:widowControl w:val="0"/>
        <w:autoSpaceDE w:val="0"/>
        <w:autoSpaceDN w:val="0"/>
        <w:spacing w:before="319" w:after="319"/>
        <w:rPr>
          <w:color w:val="000000"/>
          <w:lang w:eastAsia="ko-KR"/>
        </w:rPr>
      </w:pPr>
      <w:r>
        <w:rPr>
          <w:color w:val="000000"/>
        </w:rPr>
        <w:t xml:space="preserve">63. Discuss the impact of recent demographic changes in labor markets (e.g., influx of female, ethnic minority, or older workers) on the benefit strategy of companies. </w:t>
      </w:r>
      <w:r>
        <w:rPr>
          <w:color w:val="000000"/>
          <w:lang w:eastAsia="ko-KR"/>
        </w:rPr>
        <w:t>(Changing Demographics of the Labor Force)</w:t>
      </w:r>
    </w:p>
    <w:p w:rsidR="00CA5458" w:rsidRDefault="00CA5458" w:rsidP="00674E7D">
      <w:pPr>
        <w:keepLines/>
        <w:widowControl w:val="0"/>
        <w:autoSpaceDE w:val="0"/>
        <w:autoSpaceDN w:val="0"/>
        <w:rPr>
          <w:color w:val="000000"/>
        </w:rPr>
      </w:pPr>
      <w:r>
        <w:rPr>
          <w:color w:val="000000"/>
        </w:rPr>
        <w:t>Main Points</w:t>
      </w:r>
    </w:p>
    <w:p w:rsidR="00CA5458" w:rsidRDefault="00CA5458" w:rsidP="00674E7D">
      <w:pPr>
        <w:keepLines/>
        <w:widowControl w:val="0"/>
        <w:autoSpaceDE w:val="0"/>
        <w:autoSpaceDN w:val="0"/>
        <w:rPr>
          <w:color w:val="000000"/>
        </w:rPr>
      </w:pPr>
      <w:r w:rsidRPr="00674E7D">
        <w:rPr>
          <w:color w:val="000000"/>
        </w:rPr>
        <w:t>●</w:t>
      </w:r>
      <w:r>
        <w:rPr>
          <w:color w:val="000000"/>
        </w:rPr>
        <w:t xml:space="preserve"> Increasing numbers of female, minority, or older workers in the current workplace </w:t>
      </w:r>
      <w:r w:rsidRPr="00674E7D">
        <w:rPr>
          <w:color w:val="000000"/>
        </w:rPr>
        <w:br/>
        <w:t>●</w:t>
      </w:r>
      <w:r>
        <w:rPr>
          <w:color w:val="000000"/>
        </w:rPr>
        <w:t xml:space="preserve"> Different needs and preferences based on demographic characteristics </w:t>
      </w:r>
      <w:r w:rsidRPr="00674E7D">
        <w:rPr>
          <w:color w:val="000000"/>
        </w:rPr>
        <w:br/>
        <w:t xml:space="preserve">● </w:t>
      </w:r>
      <w:r>
        <w:rPr>
          <w:color w:val="000000"/>
        </w:rPr>
        <w:t>Challenges of benefit professionals to manage diverse needs and preferences</w:t>
      </w:r>
    </w:p>
    <w:p w:rsidR="00CA5458" w:rsidRPr="00674E7D" w:rsidRDefault="00CA5458" w:rsidP="00674E7D">
      <w:pPr>
        <w:keepLines/>
        <w:widowControl w:val="0"/>
        <w:autoSpaceDE w:val="0"/>
        <w:autoSpaceDN w:val="0"/>
        <w:rPr>
          <w:color w:val="000000"/>
        </w:rPr>
      </w:pPr>
      <w:r w:rsidRPr="00674E7D">
        <w:rPr>
          <w:color w:val="000000"/>
        </w:rPr>
        <w:t xml:space="preserve">● </w:t>
      </w:r>
      <w:r>
        <w:rPr>
          <w:color w:val="000000"/>
        </w:rPr>
        <w:t xml:space="preserve">Company’s strategic actions to accommodate different needs of employees  </w:t>
      </w:r>
    </w:p>
    <w:sectPr w:rsidR="00CA5458" w:rsidRPr="00674E7D" w:rsidSect="00E81965">
      <w:headerReference w:type="default" r:id="rId6"/>
      <w:footerReference w:type="default" r:id="rId7"/>
      <w:pgSz w:w="12240" w:h="15840"/>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458" w:rsidRDefault="00CA5458">
      <w:r>
        <w:separator/>
      </w:r>
    </w:p>
  </w:endnote>
  <w:endnote w:type="continuationSeparator" w:id="0">
    <w:p w:rsidR="00CA5458" w:rsidRDefault="00CA5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Batang">
    <w:altName w:val="©öUAA"/>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Dotum">
    <w:altName w:val="¥ì¢¬¢¯o"/>
    <w:panose1 w:val="020B0600000101010101"/>
    <w:charset w:val="81"/>
    <w:family w:val="modern"/>
    <w:notTrueType/>
    <w:pitch w:val="fixed"/>
    <w:sig w:usb0="00000001" w:usb1="09060000" w:usb2="00000010" w:usb3="00000000" w:csb0="0008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458" w:rsidRPr="00627C2F" w:rsidRDefault="00CA5458" w:rsidP="00627C2F">
    <w:pPr>
      <w:ind w:left="720"/>
      <w:jc w:val="center"/>
      <w:rPr>
        <w:bCs/>
        <w:sz w:val="20"/>
        <w:szCs w:val="20"/>
      </w:rPr>
    </w:pPr>
    <w:r w:rsidRPr="00627C2F">
      <w:rPr>
        <w:rStyle w:val="PageNumber"/>
        <w:sz w:val="20"/>
        <w:szCs w:val="20"/>
      </w:rPr>
      <w:t>1-</w:t>
    </w:r>
    <w:r w:rsidRPr="00627C2F">
      <w:rPr>
        <w:rStyle w:val="PageNumber"/>
        <w:sz w:val="20"/>
        <w:szCs w:val="20"/>
      </w:rPr>
      <w:fldChar w:fldCharType="begin"/>
    </w:r>
    <w:r w:rsidRPr="00627C2F">
      <w:rPr>
        <w:rStyle w:val="PageNumber"/>
        <w:sz w:val="20"/>
        <w:szCs w:val="20"/>
      </w:rPr>
      <w:instrText xml:space="preserve"> PAGE </w:instrText>
    </w:r>
    <w:r w:rsidRPr="00627C2F">
      <w:rPr>
        <w:rStyle w:val="PageNumber"/>
        <w:sz w:val="20"/>
        <w:szCs w:val="20"/>
      </w:rPr>
      <w:fldChar w:fldCharType="separate"/>
    </w:r>
    <w:r>
      <w:rPr>
        <w:rStyle w:val="PageNumber"/>
        <w:noProof/>
        <w:sz w:val="20"/>
        <w:szCs w:val="20"/>
      </w:rPr>
      <w:t>1</w:t>
    </w:r>
    <w:r w:rsidRPr="00627C2F">
      <w:rPr>
        <w:rStyle w:val="PageNumber"/>
        <w:sz w:val="20"/>
        <w:szCs w:val="20"/>
      </w:rPr>
      <w:fldChar w:fldCharType="end"/>
    </w:r>
  </w:p>
  <w:p w:rsidR="00CA5458" w:rsidRPr="00627C2F" w:rsidRDefault="00CA5458" w:rsidP="00627C2F">
    <w:pPr>
      <w:ind w:left="720"/>
      <w:jc w:val="center"/>
      <w:rPr>
        <w:bCs/>
        <w:sz w:val="16"/>
        <w:szCs w:val="16"/>
      </w:rPr>
    </w:pPr>
    <w:r w:rsidRPr="00627C2F">
      <w:rPr>
        <w:sz w:val="16"/>
        <w:szCs w:val="16"/>
      </w:rPr>
      <w:t>© 2014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458" w:rsidRDefault="00CA5458">
      <w:r>
        <w:separator/>
      </w:r>
    </w:p>
  </w:footnote>
  <w:footnote w:type="continuationSeparator" w:id="0">
    <w:p w:rsidR="00CA5458" w:rsidRDefault="00CA54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458" w:rsidRDefault="00CA5458">
    <w:pPr>
      <w:pStyle w:val="Header"/>
      <w:rPr>
        <w:sz w:val="20"/>
        <w:szCs w:val="20"/>
      </w:rPr>
    </w:pPr>
    <w:r>
      <w:rPr>
        <w:sz w:val="20"/>
        <w:szCs w:val="20"/>
      </w:rPr>
      <w:t>Chapter 01 - Introduc</w:t>
    </w:r>
    <w:r>
      <w:rPr>
        <w:sz w:val="20"/>
        <w:szCs w:val="20"/>
        <w:lang w:eastAsia="ko-KR"/>
      </w:rPr>
      <w:t>ing</w:t>
    </w:r>
    <w:r>
      <w:rPr>
        <w:sz w:val="20"/>
        <w:szCs w:val="20"/>
      </w:rPr>
      <w:t xml:space="preserve"> Employee Benefits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63"/>
  <w:displayHorizontalDrawingGridEvery w:val="0"/>
  <w:displayVerticalDrawingGridEvery w:val="2"/>
  <w:doNotShadeFormData/>
  <w:characterSpacingControl w:val="compressPunctuation"/>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965"/>
    <w:rsid w:val="00091D18"/>
    <w:rsid w:val="001B6652"/>
    <w:rsid w:val="001D437C"/>
    <w:rsid w:val="002776A1"/>
    <w:rsid w:val="002855F6"/>
    <w:rsid w:val="002A7B8F"/>
    <w:rsid w:val="002F203A"/>
    <w:rsid w:val="00305D4C"/>
    <w:rsid w:val="003514F7"/>
    <w:rsid w:val="00361CD9"/>
    <w:rsid w:val="003E4377"/>
    <w:rsid w:val="00495F1C"/>
    <w:rsid w:val="005C55F7"/>
    <w:rsid w:val="005F6F44"/>
    <w:rsid w:val="0061751B"/>
    <w:rsid w:val="00627C2F"/>
    <w:rsid w:val="00674E7D"/>
    <w:rsid w:val="006C2FBF"/>
    <w:rsid w:val="00700F3A"/>
    <w:rsid w:val="0076039F"/>
    <w:rsid w:val="00783B1C"/>
    <w:rsid w:val="007856E1"/>
    <w:rsid w:val="008134AD"/>
    <w:rsid w:val="008733DB"/>
    <w:rsid w:val="008C7955"/>
    <w:rsid w:val="008F551B"/>
    <w:rsid w:val="0092059E"/>
    <w:rsid w:val="00922734"/>
    <w:rsid w:val="009438D4"/>
    <w:rsid w:val="00AB505A"/>
    <w:rsid w:val="00C678E2"/>
    <w:rsid w:val="00CA5458"/>
    <w:rsid w:val="00E42291"/>
    <w:rsid w:val="00E81965"/>
    <w:rsid w:val="00E8702C"/>
    <w:rsid w:val="00E87387"/>
    <w:rsid w:val="00EB7AE8"/>
    <w:rsid w:val="00F06A3B"/>
    <w:rsid w:val="00F14D9B"/>
    <w:rsid w:val="00F94E24"/>
    <w:rsid w:val="00FB4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next w:val="Normal"/>
    <w:link w:val="Heading2Char"/>
    <w:uiPriority w:val="99"/>
    <w:qFormat/>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C80282"/>
    <w:rPr>
      <w:rFonts w:asciiTheme="majorHAnsi" w:eastAsiaTheme="majorEastAsia" w:hAnsiTheme="majorHAnsi" w:cstheme="majorBidi"/>
      <w:b/>
      <w:bCs/>
      <w:i/>
      <w:iCs/>
      <w:sz w:val="28"/>
      <w:szCs w:val="28"/>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C80282"/>
    <w:rPr>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C80282"/>
    <w:rPr>
      <w:sz w:val="24"/>
      <w:szCs w:val="24"/>
    </w:rPr>
  </w:style>
  <w:style w:type="paragraph" w:styleId="BalloonText">
    <w:name w:val="Balloon Text"/>
    <w:basedOn w:val="Normal"/>
    <w:link w:val="BalloonTextChar"/>
    <w:uiPriority w:val="99"/>
    <w:semiHidden/>
    <w:rsid w:val="00E81965"/>
    <w:rPr>
      <w:rFonts w:ascii="Arial" w:eastAsia="Dotum" w:hAnsi="Arial"/>
      <w:sz w:val="18"/>
      <w:szCs w:val="18"/>
    </w:rPr>
  </w:style>
  <w:style w:type="character" w:customStyle="1" w:styleId="BalloonTextChar">
    <w:name w:val="Balloon Text Char"/>
    <w:basedOn w:val="DefaultParagraphFont"/>
    <w:link w:val="BalloonText"/>
    <w:uiPriority w:val="99"/>
    <w:semiHidden/>
    <w:rsid w:val="00C80282"/>
    <w:rPr>
      <w:sz w:val="0"/>
      <w:szCs w:val="0"/>
    </w:rPr>
  </w:style>
  <w:style w:type="character" w:styleId="CommentReference">
    <w:name w:val="annotation reference"/>
    <w:basedOn w:val="DefaultParagraphFont"/>
    <w:uiPriority w:val="99"/>
    <w:semiHidden/>
    <w:rsid w:val="007856E1"/>
    <w:rPr>
      <w:rFonts w:cs="Times New Roman"/>
      <w:sz w:val="16"/>
    </w:rPr>
  </w:style>
  <w:style w:type="paragraph" w:styleId="CommentText">
    <w:name w:val="annotation text"/>
    <w:basedOn w:val="Normal"/>
    <w:link w:val="CommentTextChar"/>
    <w:uiPriority w:val="99"/>
    <w:semiHidden/>
    <w:rsid w:val="007856E1"/>
    <w:rPr>
      <w:sz w:val="20"/>
      <w:szCs w:val="20"/>
    </w:rPr>
  </w:style>
  <w:style w:type="character" w:customStyle="1" w:styleId="CommentTextChar">
    <w:name w:val="Comment Text Char"/>
    <w:basedOn w:val="DefaultParagraphFont"/>
    <w:link w:val="CommentText"/>
    <w:uiPriority w:val="99"/>
    <w:semiHidden/>
    <w:rsid w:val="00C80282"/>
    <w:rPr>
      <w:sz w:val="20"/>
      <w:szCs w:val="20"/>
    </w:rPr>
  </w:style>
  <w:style w:type="paragraph" w:styleId="CommentSubject">
    <w:name w:val="annotation subject"/>
    <w:basedOn w:val="CommentText"/>
    <w:next w:val="CommentText"/>
    <w:link w:val="CommentSubjectChar"/>
    <w:uiPriority w:val="99"/>
    <w:semiHidden/>
    <w:rsid w:val="007856E1"/>
    <w:rPr>
      <w:b/>
      <w:bCs/>
    </w:rPr>
  </w:style>
  <w:style w:type="character" w:customStyle="1" w:styleId="CommentSubjectChar">
    <w:name w:val="Comment Subject Char"/>
    <w:basedOn w:val="CommentTextChar"/>
    <w:link w:val="CommentSubject"/>
    <w:uiPriority w:val="99"/>
    <w:semiHidden/>
    <w:rsid w:val="00C80282"/>
    <w:rPr>
      <w:b/>
      <w:bCs/>
      <w:sz w:val="20"/>
      <w:szCs w:val="20"/>
    </w:rPr>
  </w:style>
  <w:style w:type="character" w:styleId="PageNumber">
    <w:name w:val="page number"/>
    <w:basedOn w:val="DefaultParagraphFont"/>
    <w:uiPriority w:val="99"/>
    <w:rsid w:val="00627C2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68</TotalTime>
  <Pages>12</Pages>
  <Words>2209</Words>
  <Characters>12597</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Introduction to Employee Benefits</dc:title>
  <dc:subject/>
  <dc:creator>A.ADITHYA ARUMUGAM</dc:creator>
  <cp:keywords/>
  <dc:description/>
  <cp:lastModifiedBy>faiyaz.ahmed</cp:lastModifiedBy>
  <cp:revision>8</cp:revision>
  <cp:lastPrinted>2009-06-05T18:45:00Z</cp:lastPrinted>
  <dcterms:created xsi:type="dcterms:W3CDTF">2012-09-11T19:36:00Z</dcterms:created>
  <dcterms:modified xsi:type="dcterms:W3CDTF">2013-02-21T07:29:00Z</dcterms:modified>
</cp:coreProperties>
</file>